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D31C1C" w14:textId="77777777" w:rsidR="00442335" w:rsidRPr="00442335" w:rsidRDefault="00442335" w:rsidP="00442335">
      <w:pPr>
        <w:outlineLvl w:val="0"/>
        <w:rPr>
          <w:sz w:val="40"/>
          <w:szCs w:val="40"/>
        </w:rPr>
      </w:pPr>
      <w:r w:rsidRPr="00442335">
        <w:rPr>
          <w:sz w:val="40"/>
          <w:szCs w:val="40"/>
        </w:rPr>
        <w:t>PLANILHA DE INVESTIMENTO FLORESTAL</w:t>
      </w:r>
    </w:p>
    <w:p w14:paraId="43EA25E1" w14:textId="77777777" w:rsidR="00442335" w:rsidRDefault="00442335" w:rsidP="00442335"/>
    <w:p w14:paraId="08BBFC10" w14:textId="77777777" w:rsidR="00BB48D1" w:rsidRPr="00DB2448" w:rsidRDefault="005510A9" w:rsidP="00442335">
      <w:pPr>
        <w:pStyle w:val="PargrafodaLista"/>
        <w:numPr>
          <w:ilvl w:val="0"/>
          <w:numId w:val="3"/>
        </w:numPr>
        <w:tabs>
          <w:tab w:val="left" w:pos="426"/>
        </w:tabs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CUSTOS DE IMPLANTAÇÃO </w:t>
      </w:r>
      <w:r w:rsidR="00442335" w:rsidRPr="00DB2448">
        <w:rPr>
          <w:b/>
          <w:sz w:val="28"/>
          <w:szCs w:val="28"/>
        </w:rPr>
        <w:t xml:space="preserve">COM ESPÉCIES </w:t>
      </w:r>
      <w:r w:rsidR="008B7E20">
        <w:rPr>
          <w:b/>
          <w:sz w:val="28"/>
          <w:szCs w:val="28"/>
        </w:rPr>
        <w:t xml:space="preserve">FLORESTAIS </w:t>
      </w:r>
      <w:r w:rsidR="00442335" w:rsidRPr="00DB2448">
        <w:rPr>
          <w:b/>
          <w:sz w:val="28"/>
          <w:szCs w:val="28"/>
        </w:rPr>
        <w:t>NATIVAS</w:t>
      </w:r>
      <w:r w:rsidR="008B7E20">
        <w:rPr>
          <w:b/>
          <w:sz w:val="28"/>
          <w:szCs w:val="28"/>
        </w:rPr>
        <w:t xml:space="preserve"> </w:t>
      </w:r>
      <w:r w:rsidR="00663160">
        <w:rPr>
          <w:b/>
          <w:sz w:val="28"/>
          <w:szCs w:val="28"/>
        </w:rPr>
        <w:t xml:space="preserve">– </w:t>
      </w:r>
      <w:r w:rsidR="00085339">
        <w:rPr>
          <w:b/>
          <w:sz w:val="28"/>
          <w:szCs w:val="28"/>
        </w:rPr>
        <w:t>11.400</w:t>
      </w:r>
      <w:r w:rsidR="0060582A">
        <w:rPr>
          <w:b/>
          <w:sz w:val="28"/>
          <w:szCs w:val="28"/>
        </w:rPr>
        <w:t xml:space="preserve"> MUDAS</w:t>
      </w:r>
      <w:r w:rsidR="009B6548">
        <w:rPr>
          <w:b/>
          <w:sz w:val="28"/>
          <w:szCs w:val="28"/>
        </w:rPr>
        <w:t xml:space="preserve"> (</w:t>
      </w:r>
      <w:r w:rsidR="00085339">
        <w:rPr>
          <w:b/>
          <w:sz w:val="28"/>
          <w:szCs w:val="28"/>
        </w:rPr>
        <w:t>BIRIGUI-SP</w:t>
      </w:r>
      <w:r w:rsidR="009B6548">
        <w:rPr>
          <w:b/>
          <w:sz w:val="28"/>
          <w:szCs w:val="28"/>
        </w:rPr>
        <w:t>)</w:t>
      </w:r>
    </w:p>
    <w:p w14:paraId="2EC1A4B1" w14:textId="77777777" w:rsidR="00442335" w:rsidRDefault="00442335" w:rsidP="00442335">
      <w:pPr>
        <w:pStyle w:val="PargrafodaLista"/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23"/>
        <w:gridCol w:w="2268"/>
        <w:gridCol w:w="3238"/>
      </w:tblGrid>
      <w:tr w:rsidR="00AD6FF3" w14:paraId="3F264B29" w14:textId="77777777" w:rsidTr="00611540">
        <w:trPr>
          <w:trHeight w:hRule="exact" w:val="454"/>
        </w:trPr>
        <w:tc>
          <w:tcPr>
            <w:tcW w:w="6923" w:type="dxa"/>
          </w:tcPr>
          <w:p w14:paraId="55D7DA97" w14:textId="77777777" w:rsidR="00442335" w:rsidRPr="00AD6FF3" w:rsidRDefault="00442335" w:rsidP="00AD6FF3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AD6FF3">
              <w:rPr>
                <w:rFonts w:asciiTheme="minorHAnsi" w:eastAsiaTheme="minorHAnsi" w:hAnsiTheme="minorHAnsi" w:cstheme="minorBidi"/>
                <w:sz w:val="28"/>
                <w:szCs w:val="28"/>
              </w:rPr>
              <w:t>1.1 – ATIVIDADES SILVICULTURAIS</w:t>
            </w:r>
          </w:p>
        </w:tc>
        <w:tc>
          <w:tcPr>
            <w:tcW w:w="2268" w:type="dxa"/>
          </w:tcPr>
          <w:p w14:paraId="54E9A6D9" w14:textId="77777777" w:rsidR="00442335" w:rsidRPr="00AD6FF3" w:rsidRDefault="00442335" w:rsidP="00AD6FF3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AD6FF3">
              <w:rPr>
                <w:rFonts w:asciiTheme="minorHAnsi" w:eastAsiaTheme="minorHAnsi" w:hAnsiTheme="minorHAnsi" w:cstheme="minorBidi"/>
                <w:sz w:val="28"/>
                <w:szCs w:val="28"/>
              </w:rPr>
              <w:t>ÁREA (HA)</w:t>
            </w:r>
          </w:p>
        </w:tc>
        <w:tc>
          <w:tcPr>
            <w:tcW w:w="3238" w:type="dxa"/>
          </w:tcPr>
          <w:p w14:paraId="22B2C46D" w14:textId="77777777" w:rsidR="00442335" w:rsidRPr="00AD6FF3" w:rsidRDefault="00581C72" w:rsidP="00982B47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AD6FF3">
              <w:rPr>
                <w:rFonts w:asciiTheme="minorHAnsi" w:eastAsiaTheme="minorHAnsi" w:hAnsiTheme="minorHAnsi" w:cstheme="minorBidi"/>
                <w:sz w:val="28"/>
                <w:szCs w:val="28"/>
              </w:rPr>
              <w:t>VALOR TOTAL</w:t>
            </w:r>
            <w:r w:rsidR="00442335" w:rsidRPr="00AD6FF3">
              <w:rPr>
                <w:rFonts w:asciiTheme="minorHAnsi" w:eastAsiaTheme="minorHAnsi" w:hAnsiTheme="minorHAnsi" w:cstheme="minorBidi"/>
                <w:sz w:val="28"/>
                <w:szCs w:val="28"/>
              </w:rPr>
              <w:t xml:space="preserve"> (R$</w:t>
            </w:r>
            <w:r w:rsidR="00982B47">
              <w:rPr>
                <w:rFonts w:asciiTheme="minorHAnsi" w:eastAsiaTheme="minorHAnsi" w:hAnsiTheme="minorHAnsi" w:cstheme="minorBidi"/>
                <w:sz w:val="28"/>
                <w:szCs w:val="28"/>
              </w:rPr>
              <w:t>)</w:t>
            </w:r>
          </w:p>
        </w:tc>
      </w:tr>
      <w:tr w:rsidR="00AD6FF3" w14:paraId="631CF994" w14:textId="77777777" w:rsidTr="00611540">
        <w:trPr>
          <w:trHeight w:hRule="exact" w:val="57"/>
        </w:trPr>
        <w:tc>
          <w:tcPr>
            <w:tcW w:w="6923" w:type="dxa"/>
          </w:tcPr>
          <w:p w14:paraId="3B1E3B43" w14:textId="77777777" w:rsidR="00442335" w:rsidRPr="00AD6FF3" w:rsidRDefault="00442335" w:rsidP="00AD6FF3">
            <w:pPr>
              <w:pStyle w:val="PargrafodaLista"/>
              <w:ind w:left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268" w:type="dxa"/>
          </w:tcPr>
          <w:p w14:paraId="11D44B3D" w14:textId="77777777" w:rsidR="00442335" w:rsidRPr="00AD6FF3" w:rsidRDefault="00442335" w:rsidP="00AD6FF3">
            <w:pPr>
              <w:pStyle w:val="PargrafodaLista"/>
              <w:ind w:left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238" w:type="dxa"/>
          </w:tcPr>
          <w:p w14:paraId="18572B18" w14:textId="77777777" w:rsidR="00442335" w:rsidRPr="00AD6FF3" w:rsidRDefault="00442335" w:rsidP="00AD6FF3">
            <w:pPr>
              <w:pStyle w:val="PargrafodaLista"/>
              <w:ind w:left="0"/>
              <w:rPr>
                <w:rFonts w:asciiTheme="minorHAnsi" w:eastAsiaTheme="minorHAnsi" w:hAnsiTheme="minorHAnsi" w:cstheme="minorBidi"/>
              </w:rPr>
            </w:pPr>
          </w:p>
        </w:tc>
      </w:tr>
      <w:tr w:rsidR="00AD6FF3" w14:paraId="5572F75D" w14:textId="77777777" w:rsidTr="00611540">
        <w:trPr>
          <w:trHeight w:hRule="exact" w:val="284"/>
        </w:trPr>
        <w:tc>
          <w:tcPr>
            <w:tcW w:w="6923" w:type="dxa"/>
          </w:tcPr>
          <w:p w14:paraId="699F9601" w14:textId="77777777" w:rsidR="00442335" w:rsidRPr="00AD6FF3" w:rsidRDefault="00442335" w:rsidP="00AD6FF3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COMBATE A FORMIGAS CORTADEIRAS</w:t>
            </w:r>
          </w:p>
        </w:tc>
        <w:tc>
          <w:tcPr>
            <w:tcW w:w="2268" w:type="dxa"/>
          </w:tcPr>
          <w:p w14:paraId="2A4A8C24" w14:textId="77777777" w:rsidR="00442335" w:rsidRPr="00AD6FF3" w:rsidRDefault="00085339" w:rsidP="00442A5E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6,84</w:t>
            </w:r>
          </w:p>
        </w:tc>
        <w:tc>
          <w:tcPr>
            <w:tcW w:w="3238" w:type="dxa"/>
          </w:tcPr>
          <w:p w14:paraId="08EF0A83" w14:textId="77777777" w:rsidR="00442335" w:rsidRPr="00AD6FF3" w:rsidRDefault="003E580F" w:rsidP="00AD6FF3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9</w:t>
            </w:r>
            <w:r w:rsidR="009B6548">
              <w:rPr>
                <w:rFonts w:asciiTheme="minorHAnsi" w:eastAsiaTheme="minorHAnsi" w:hAnsiTheme="minorHAnsi" w:cstheme="minorBidi"/>
                <w:sz w:val="24"/>
                <w:szCs w:val="24"/>
              </w:rPr>
              <w:t>.</w:t>
            </w:r>
            <w:r w:rsidR="009B6548" w:rsidRPr="009B6548">
              <w:rPr>
                <w:rFonts w:asciiTheme="minorHAnsi" w:eastAsiaTheme="minorHAnsi" w:hAnsiTheme="minorHAnsi" w:cstheme="minorBidi"/>
                <w:sz w:val="24"/>
                <w:szCs w:val="24"/>
              </w:rPr>
              <w:t>438,75</w:t>
            </w:r>
          </w:p>
        </w:tc>
      </w:tr>
      <w:tr w:rsidR="00085339" w14:paraId="41BB380E" w14:textId="77777777" w:rsidTr="00611540">
        <w:trPr>
          <w:trHeight w:hRule="exact" w:val="284"/>
        </w:trPr>
        <w:tc>
          <w:tcPr>
            <w:tcW w:w="6923" w:type="dxa"/>
          </w:tcPr>
          <w:p w14:paraId="36889855" w14:textId="77777777" w:rsidR="00085339" w:rsidRPr="00AD6FF3" w:rsidRDefault="00085339" w:rsidP="00AD6FF3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CONTROLE DE PLANTAS DANINHAS (ATRAVÉS DE DESSECAÇÃO)</w:t>
            </w:r>
          </w:p>
        </w:tc>
        <w:tc>
          <w:tcPr>
            <w:tcW w:w="2268" w:type="dxa"/>
          </w:tcPr>
          <w:p w14:paraId="3148BDC9" w14:textId="77777777" w:rsidR="00085339" w:rsidRDefault="00085339" w:rsidP="00085339">
            <w:pPr>
              <w:jc w:val="center"/>
            </w:pPr>
            <w:r w:rsidRPr="00162DBD">
              <w:rPr>
                <w:rFonts w:asciiTheme="minorHAnsi" w:eastAsiaTheme="minorHAnsi" w:hAnsiTheme="minorHAnsi" w:cstheme="minorBidi"/>
              </w:rPr>
              <w:t>6,84</w:t>
            </w:r>
          </w:p>
        </w:tc>
        <w:tc>
          <w:tcPr>
            <w:tcW w:w="3238" w:type="dxa"/>
          </w:tcPr>
          <w:p w14:paraId="4EA597BE" w14:textId="77777777" w:rsidR="00085339" w:rsidRPr="00AD6FF3" w:rsidRDefault="00AF3375" w:rsidP="00AF3375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                 12</w:t>
            </w:r>
            <w:r w:rsidR="00085339">
              <w:rPr>
                <w:rFonts w:asciiTheme="minorHAnsi" w:eastAsiaTheme="minorHAnsi" w:hAnsiTheme="minorHAnsi" w:cstheme="minorBidi"/>
                <w:sz w:val="24"/>
                <w:szCs w:val="24"/>
              </w:rPr>
              <w:t>.</w:t>
            </w:r>
            <w:r w:rsidR="00085339" w:rsidRPr="009B6548">
              <w:rPr>
                <w:rFonts w:asciiTheme="minorHAnsi" w:eastAsiaTheme="minorHAnsi" w:hAnsiTheme="minorHAnsi" w:cstheme="minorBidi"/>
                <w:sz w:val="24"/>
                <w:szCs w:val="24"/>
              </w:rPr>
              <w:t>750</w:t>
            </w:r>
            <w:r w:rsidR="00085339">
              <w:rPr>
                <w:rFonts w:asciiTheme="minorHAnsi" w:eastAsiaTheme="minorHAnsi" w:hAnsiTheme="minorHAnsi" w:cstheme="minorBidi"/>
                <w:sz w:val="24"/>
                <w:szCs w:val="24"/>
              </w:rPr>
              <w:t>,00</w:t>
            </w:r>
          </w:p>
        </w:tc>
      </w:tr>
      <w:tr w:rsidR="00085339" w14:paraId="012B1550" w14:textId="77777777" w:rsidTr="00611540">
        <w:trPr>
          <w:trHeight w:hRule="exact" w:val="284"/>
        </w:trPr>
        <w:tc>
          <w:tcPr>
            <w:tcW w:w="6923" w:type="dxa"/>
          </w:tcPr>
          <w:p w14:paraId="4662375E" w14:textId="77777777" w:rsidR="00085339" w:rsidRPr="00AD6FF3" w:rsidRDefault="00085339" w:rsidP="00611540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ABERTURA ACEIRO + 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PREPARO SOLO</w:t>
            </w: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+ ALINHAMENTO DE PLANTIO</w:t>
            </w:r>
          </w:p>
        </w:tc>
        <w:tc>
          <w:tcPr>
            <w:tcW w:w="2268" w:type="dxa"/>
          </w:tcPr>
          <w:p w14:paraId="40F2F986" w14:textId="77777777" w:rsidR="00085339" w:rsidRDefault="00085339" w:rsidP="00085339">
            <w:pPr>
              <w:jc w:val="center"/>
            </w:pPr>
            <w:r w:rsidRPr="00162DBD">
              <w:rPr>
                <w:rFonts w:asciiTheme="minorHAnsi" w:eastAsiaTheme="minorHAnsi" w:hAnsiTheme="minorHAnsi" w:cstheme="minorBidi"/>
              </w:rPr>
              <w:t>6,84</w:t>
            </w:r>
          </w:p>
        </w:tc>
        <w:tc>
          <w:tcPr>
            <w:tcW w:w="3238" w:type="dxa"/>
          </w:tcPr>
          <w:p w14:paraId="445B647E" w14:textId="77777777" w:rsidR="00085339" w:rsidRPr="00AD6FF3" w:rsidRDefault="003E580F" w:rsidP="003E580F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                 13</w:t>
            </w:r>
            <w:r w:rsidR="00085339">
              <w:rPr>
                <w:rFonts w:asciiTheme="minorHAnsi" w:eastAsiaTheme="minorHAnsi" w:hAnsiTheme="minorHAnsi" w:cstheme="minorBidi"/>
                <w:sz w:val="24"/>
                <w:szCs w:val="24"/>
              </w:rPr>
              <w:t>.470</w:t>
            </w:r>
            <w:r w:rsidR="00085339"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,00</w:t>
            </w:r>
          </w:p>
        </w:tc>
      </w:tr>
      <w:tr w:rsidR="00085339" w14:paraId="5B61B4F2" w14:textId="77777777" w:rsidTr="00611540">
        <w:trPr>
          <w:trHeight w:hRule="exact" w:val="284"/>
        </w:trPr>
        <w:tc>
          <w:tcPr>
            <w:tcW w:w="6923" w:type="dxa"/>
          </w:tcPr>
          <w:p w14:paraId="6CDD41E0" w14:textId="77777777" w:rsidR="00085339" w:rsidRPr="00AD6FF3" w:rsidRDefault="00085339" w:rsidP="00AD6FF3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ADUBAÇÃO</w:t>
            </w:r>
          </w:p>
        </w:tc>
        <w:tc>
          <w:tcPr>
            <w:tcW w:w="2268" w:type="dxa"/>
          </w:tcPr>
          <w:p w14:paraId="7F3527D5" w14:textId="77777777" w:rsidR="00085339" w:rsidRDefault="00085339" w:rsidP="00085339">
            <w:pPr>
              <w:jc w:val="center"/>
            </w:pPr>
            <w:r w:rsidRPr="00162DBD">
              <w:rPr>
                <w:rFonts w:asciiTheme="minorHAnsi" w:eastAsiaTheme="minorHAnsi" w:hAnsiTheme="minorHAnsi" w:cstheme="minorBidi"/>
              </w:rPr>
              <w:t>6,84</w:t>
            </w:r>
          </w:p>
        </w:tc>
        <w:tc>
          <w:tcPr>
            <w:tcW w:w="3238" w:type="dxa"/>
          </w:tcPr>
          <w:p w14:paraId="35460CB1" w14:textId="77777777" w:rsidR="00085339" w:rsidRPr="00AD6FF3" w:rsidRDefault="003E580F" w:rsidP="00011AFF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4</w:t>
            </w:r>
            <w:r w:rsidR="00085339">
              <w:rPr>
                <w:rFonts w:asciiTheme="minorHAnsi" w:eastAsiaTheme="minorHAnsi" w:hAnsiTheme="minorHAnsi" w:cstheme="minorBidi"/>
                <w:sz w:val="24"/>
                <w:szCs w:val="24"/>
              </w:rPr>
              <w:t>.90</w:t>
            </w:r>
            <w:r w:rsidR="00085339"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0,00</w:t>
            </w:r>
          </w:p>
        </w:tc>
      </w:tr>
      <w:tr w:rsidR="00085339" w14:paraId="0800A0AB" w14:textId="77777777" w:rsidTr="00611540">
        <w:trPr>
          <w:trHeight w:hRule="exact" w:val="284"/>
        </w:trPr>
        <w:tc>
          <w:tcPr>
            <w:tcW w:w="6923" w:type="dxa"/>
          </w:tcPr>
          <w:p w14:paraId="4E678F2A" w14:textId="77777777" w:rsidR="00085339" w:rsidRPr="00AD6FF3" w:rsidRDefault="00085339" w:rsidP="00AD6FF3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DISTRIBUIÇÃO DAS MUDAS</w:t>
            </w:r>
          </w:p>
        </w:tc>
        <w:tc>
          <w:tcPr>
            <w:tcW w:w="2268" w:type="dxa"/>
          </w:tcPr>
          <w:p w14:paraId="75EC23A2" w14:textId="77777777" w:rsidR="00085339" w:rsidRDefault="00085339" w:rsidP="00085339">
            <w:pPr>
              <w:jc w:val="center"/>
            </w:pPr>
            <w:r w:rsidRPr="00162DBD">
              <w:rPr>
                <w:rFonts w:asciiTheme="minorHAnsi" w:eastAsiaTheme="minorHAnsi" w:hAnsiTheme="minorHAnsi" w:cstheme="minorBidi"/>
              </w:rPr>
              <w:t>6,84</w:t>
            </w:r>
          </w:p>
        </w:tc>
        <w:tc>
          <w:tcPr>
            <w:tcW w:w="3238" w:type="dxa"/>
          </w:tcPr>
          <w:p w14:paraId="7F1FF4D6" w14:textId="77777777" w:rsidR="00085339" w:rsidRPr="00AD6FF3" w:rsidRDefault="003E580F" w:rsidP="00AD6FF3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4</w:t>
            </w:r>
            <w:r w:rsidR="00085339">
              <w:rPr>
                <w:rFonts w:asciiTheme="minorHAnsi" w:eastAsiaTheme="minorHAnsi" w:hAnsiTheme="minorHAnsi" w:cstheme="minorBidi"/>
                <w:sz w:val="24"/>
                <w:szCs w:val="24"/>
              </w:rPr>
              <w:t>.1</w:t>
            </w:r>
            <w:r w:rsidR="00085339"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80,00</w:t>
            </w:r>
          </w:p>
        </w:tc>
      </w:tr>
      <w:tr w:rsidR="00085339" w14:paraId="023A9AAE" w14:textId="77777777" w:rsidTr="00611540">
        <w:trPr>
          <w:trHeight w:hRule="exact" w:val="284"/>
        </w:trPr>
        <w:tc>
          <w:tcPr>
            <w:tcW w:w="6923" w:type="dxa"/>
          </w:tcPr>
          <w:p w14:paraId="1B207B64" w14:textId="77777777" w:rsidR="00085339" w:rsidRPr="00AD6FF3" w:rsidRDefault="00085339" w:rsidP="00AD6FF3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PLANTIO</w:t>
            </w:r>
          </w:p>
        </w:tc>
        <w:tc>
          <w:tcPr>
            <w:tcW w:w="2268" w:type="dxa"/>
          </w:tcPr>
          <w:p w14:paraId="482A78CE" w14:textId="77777777" w:rsidR="00085339" w:rsidRDefault="00085339" w:rsidP="00085339">
            <w:pPr>
              <w:jc w:val="center"/>
            </w:pPr>
            <w:r w:rsidRPr="00162DBD">
              <w:rPr>
                <w:rFonts w:asciiTheme="minorHAnsi" w:eastAsiaTheme="minorHAnsi" w:hAnsiTheme="minorHAnsi" w:cstheme="minorBidi"/>
              </w:rPr>
              <w:t>6,84</w:t>
            </w:r>
          </w:p>
        </w:tc>
        <w:tc>
          <w:tcPr>
            <w:tcW w:w="3238" w:type="dxa"/>
          </w:tcPr>
          <w:p w14:paraId="206949A2" w14:textId="77777777" w:rsidR="00085339" w:rsidRPr="00AD6FF3" w:rsidRDefault="003E580F" w:rsidP="00AD6FF3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9</w:t>
            </w:r>
            <w:r w:rsidR="00085339">
              <w:rPr>
                <w:rFonts w:asciiTheme="minorHAnsi" w:eastAsiaTheme="minorHAnsi" w:hAnsiTheme="minorHAnsi" w:cstheme="minorBidi"/>
                <w:sz w:val="24"/>
                <w:szCs w:val="24"/>
              </w:rPr>
              <w:t>.16</w:t>
            </w:r>
            <w:r w:rsidR="00085339"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0,00</w:t>
            </w:r>
          </w:p>
        </w:tc>
      </w:tr>
      <w:tr w:rsidR="00085339" w14:paraId="66969841" w14:textId="77777777" w:rsidTr="00611540">
        <w:trPr>
          <w:trHeight w:hRule="exact" w:val="284"/>
        </w:trPr>
        <w:tc>
          <w:tcPr>
            <w:tcW w:w="6923" w:type="dxa"/>
          </w:tcPr>
          <w:p w14:paraId="1D4CBBFC" w14:textId="77777777" w:rsidR="00085339" w:rsidRPr="00AD6FF3" w:rsidRDefault="00085339" w:rsidP="00AD6FF3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IRRIGAÇÃO LOCALIZADA</w:t>
            </w:r>
          </w:p>
        </w:tc>
        <w:tc>
          <w:tcPr>
            <w:tcW w:w="2268" w:type="dxa"/>
          </w:tcPr>
          <w:p w14:paraId="23D483EC" w14:textId="77777777" w:rsidR="00085339" w:rsidRDefault="00085339" w:rsidP="00085339">
            <w:pPr>
              <w:jc w:val="center"/>
            </w:pPr>
            <w:r w:rsidRPr="00162DBD">
              <w:rPr>
                <w:rFonts w:asciiTheme="minorHAnsi" w:eastAsiaTheme="minorHAnsi" w:hAnsiTheme="minorHAnsi" w:cstheme="minorBidi"/>
              </w:rPr>
              <w:t>6,84</w:t>
            </w:r>
          </w:p>
        </w:tc>
        <w:tc>
          <w:tcPr>
            <w:tcW w:w="3238" w:type="dxa"/>
          </w:tcPr>
          <w:p w14:paraId="2AD5C941" w14:textId="77777777" w:rsidR="00085339" w:rsidRPr="00AD6FF3" w:rsidRDefault="003E580F" w:rsidP="00AD6FF3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7.</w:t>
            </w:r>
            <w:r w:rsidR="00085339">
              <w:rPr>
                <w:rFonts w:asciiTheme="minorHAnsi" w:eastAsiaTheme="minorHAnsi" w:hAnsiTheme="minorHAnsi" w:cstheme="minorBidi"/>
                <w:sz w:val="24"/>
                <w:szCs w:val="24"/>
              </w:rPr>
              <w:t>1</w:t>
            </w:r>
            <w:r w:rsidR="00085339"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65,00</w:t>
            </w:r>
          </w:p>
        </w:tc>
      </w:tr>
      <w:tr w:rsidR="005535C3" w14:paraId="2F8D98BD" w14:textId="77777777" w:rsidTr="00611540">
        <w:trPr>
          <w:trHeight w:hRule="exact" w:val="284"/>
        </w:trPr>
        <w:tc>
          <w:tcPr>
            <w:tcW w:w="6923" w:type="dxa"/>
          </w:tcPr>
          <w:p w14:paraId="3A5BE70E" w14:textId="77777777" w:rsidR="005535C3" w:rsidRPr="00AD6FF3" w:rsidRDefault="005535C3" w:rsidP="00AD6FF3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REPLANTIO IRRIGADO</w:t>
            </w:r>
          </w:p>
        </w:tc>
        <w:tc>
          <w:tcPr>
            <w:tcW w:w="2268" w:type="dxa"/>
          </w:tcPr>
          <w:p w14:paraId="72BBDE12" w14:textId="77777777" w:rsidR="005535C3" w:rsidRDefault="005535C3" w:rsidP="005535C3">
            <w:pPr>
              <w:jc w:val="center"/>
            </w:pPr>
          </w:p>
        </w:tc>
        <w:tc>
          <w:tcPr>
            <w:tcW w:w="3238" w:type="dxa"/>
          </w:tcPr>
          <w:p w14:paraId="2C435E83" w14:textId="77777777" w:rsidR="005535C3" w:rsidRPr="00AD6FF3" w:rsidRDefault="003E580F" w:rsidP="00085339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3</w:t>
            </w:r>
            <w:r w:rsidR="00085339">
              <w:rPr>
                <w:rFonts w:asciiTheme="minorHAnsi" w:eastAsiaTheme="minorHAnsi" w:hAnsiTheme="minorHAnsi" w:cstheme="minorBidi"/>
                <w:sz w:val="24"/>
                <w:szCs w:val="24"/>
              </w:rPr>
              <w:t>.</w:t>
            </w:r>
            <w:r w:rsidR="005535C3">
              <w:rPr>
                <w:rFonts w:asciiTheme="minorHAnsi" w:eastAsiaTheme="minorHAnsi" w:hAnsiTheme="minorHAnsi" w:cstheme="minorBidi"/>
                <w:sz w:val="24"/>
                <w:szCs w:val="24"/>
              </w:rPr>
              <w:t>5</w:t>
            </w:r>
            <w:r w:rsidR="005535C3"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58,00</w:t>
            </w:r>
          </w:p>
        </w:tc>
      </w:tr>
      <w:tr w:rsidR="003E102D" w14:paraId="22C6C4B3" w14:textId="77777777" w:rsidTr="00611540">
        <w:trPr>
          <w:trHeight w:hRule="exact" w:val="284"/>
        </w:trPr>
        <w:tc>
          <w:tcPr>
            <w:tcW w:w="6923" w:type="dxa"/>
          </w:tcPr>
          <w:p w14:paraId="662959A2" w14:textId="77777777" w:rsidR="003E102D" w:rsidRPr="00AD6FF3" w:rsidRDefault="003E102D" w:rsidP="00AD6FF3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MOBILIZAÇÃO/DESMOBILIZAÇÃO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/ALIMENTAÇÃO PESSOAL</w:t>
            </w:r>
          </w:p>
        </w:tc>
        <w:tc>
          <w:tcPr>
            <w:tcW w:w="2268" w:type="dxa"/>
          </w:tcPr>
          <w:p w14:paraId="5B6086EC" w14:textId="77777777" w:rsidR="003E102D" w:rsidRDefault="003E102D" w:rsidP="003E102D">
            <w:pPr>
              <w:jc w:val="center"/>
            </w:pPr>
          </w:p>
        </w:tc>
        <w:tc>
          <w:tcPr>
            <w:tcW w:w="3238" w:type="dxa"/>
          </w:tcPr>
          <w:p w14:paraId="2124FB3B" w14:textId="77777777" w:rsidR="003E102D" w:rsidRPr="00AD6FF3" w:rsidRDefault="00EE47A6" w:rsidP="003E580F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                  </w:t>
            </w:r>
            <w:r w:rsidR="009B6548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</w:t>
            </w:r>
            <w:r w:rsidR="003E580F">
              <w:rPr>
                <w:rFonts w:asciiTheme="minorHAnsi" w:eastAsiaTheme="minorHAnsi" w:hAnsiTheme="minorHAnsi" w:cstheme="minorBidi"/>
                <w:sz w:val="24"/>
                <w:szCs w:val="24"/>
              </w:rPr>
              <w:t>5</w:t>
            </w:r>
            <w:r w:rsidR="009B6548">
              <w:rPr>
                <w:rFonts w:asciiTheme="minorHAnsi" w:eastAsiaTheme="minorHAnsi" w:hAnsiTheme="minorHAnsi" w:cstheme="minorBidi"/>
                <w:sz w:val="24"/>
                <w:szCs w:val="24"/>
              </w:rPr>
              <w:t>.</w:t>
            </w:r>
            <w:r w:rsidR="00442A5E">
              <w:rPr>
                <w:rFonts w:asciiTheme="minorHAnsi" w:eastAsiaTheme="minorHAnsi" w:hAnsiTheme="minorHAnsi" w:cstheme="minorBidi"/>
                <w:sz w:val="24"/>
                <w:szCs w:val="24"/>
              </w:rPr>
              <w:t>1</w:t>
            </w:r>
            <w:r w:rsidR="003E102D">
              <w:rPr>
                <w:rFonts w:asciiTheme="minorHAnsi" w:eastAsiaTheme="minorHAnsi" w:hAnsiTheme="minorHAnsi" w:cstheme="minorBidi"/>
                <w:sz w:val="24"/>
                <w:szCs w:val="24"/>
              </w:rPr>
              <w:t>75,00</w:t>
            </w:r>
          </w:p>
        </w:tc>
      </w:tr>
      <w:tr w:rsidR="00AD6FF3" w:rsidRPr="00AD6FF3" w14:paraId="3D77FA0E" w14:textId="77777777" w:rsidTr="00611540">
        <w:trPr>
          <w:trHeight w:hRule="exact" w:val="397"/>
        </w:trPr>
        <w:tc>
          <w:tcPr>
            <w:tcW w:w="6923" w:type="dxa"/>
          </w:tcPr>
          <w:p w14:paraId="3E74DEB2" w14:textId="77777777" w:rsidR="00581C72" w:rsidRPr="00AD6FF3" w:rsidRDefault="00581C72" w:rsidP="00AD6FF3">
            <w:pPr>
              <w:pStyle w:val="PargrafodaLista"/>
              <w:ind w:left="0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 w:rsidRPr="00AD6FF3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TOTAL</w:t>
            </w:r>
          </w:p>
        </w:tc>
        <w:tc>
          <w:tcPr>
            <w:tcW w:w="2268" w:type="dxa"/>
          </w:tcPr>
          <w:p w14:paraId="24901A13" w14:textId="77777777" w:rsidR="00581C72" w:rsidRPr="00AD6FF3" w:rsidRDefault="00085339" w:rsidP="005535C3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6,84</w:t>
            </w:r>
            <w:r w:rsidR="00581C72" w:rsidRPr="00AD6FF3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 xml:space="preserve"> HECTARE</w:t>
            </w:r>
          </w:p>
        </w:tc>
        <w:tc>
          <w:tcPr>
            <w:tcW w:w="3238" w:type="dxa"/>
          </w:tcPr>
          <w:p w14:paraId="47450259" w14:textId="77777777" w:rsidR="00581C72" w:rsidRPr="00AD6FF3" w:rsidRDefault="003E580F" w:rsidP="00AF3375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 w:rsidRPr="003E580F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6</w:t>
            </w:r>
            <w:r w:rsidR="00AF3375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9</w:t>
            </w:r>
            <w:r w:rsidRPr="003E580F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.796,75</w:t>
            </w:r>
          </w:p>
        </w:tc>
      </w:tr>
    </w:tbl>
    <w:p w14:paraId="3EC0D03D" w14:textId="77777777" w:rsidR="00442335" w:rsidRDefault="00442335" w:rsidP="00442335">
      <w:pPr>
        <w:pStyle w:val="PargrafodaLista"/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45"/>
        <w:gridCol w:w="2161"/>
        <w:gridCol w:w="2594"/>
        <w:gridCol w:w="2229"/>
      </w:tblGrid>
      <w:tr w:rsidR="00AD6FF3" w14:paraId="40D7C74A" w14:textId="77777777" w:rsidTr="00982B47">
        <w:trPr>
          <w:trHeight w:hRule="exact" w:val="454"/>
        </w:trPr>
        <w:tc>
          <w:tcPr>
            <w:tcW w:w="5445" w:type="dxa"/>
          </w:tcPr>
          <w:p w14:paraId="0601963F" w14:textId="77777777" w:rsidR="00300B54" w:rsidRPr="00AD6FF3" w:rsidRDefault="00300B54" w:rsidP="00AD6FF3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AD6FF3">
              <w:rPr>
                <w:rFonts w:asciiTheme="minorHAnsi" w:eastAsiaTheme="minorHAnsi" w:hAnsiTheme="minorHAnsi" w:cstheme="minorBidi"/>
                <w:sz w:val="28"/>
                <w:szCs w:val="28"/>
              </w:rPr>
              <w:t>1.2 – INSUMOS IMPLANTAÇÃO</w:t>
            </w:r>
          </w:p>
        </w:tc>
        <w:tc>
          <w:tcPr>
            <w:tcW w:w="2161" w:type="dxa"/>
          </w:tcPr>
          <w:p w14:paraId="05ED9973" w14:textId="77777777" w:rsidR="00300B54" w:rsidRPr="00AD6FF3" w:rsidRDefault="00300B54" w:rsidP="00AD6FF3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AD6FF3">
              <w:rPr>
                <w:rFonts w:asciiTheme="minorHAnsi" w:eastAsiaTheme="minorHAnsi" w:hAnsiTheme="minorHAnsi" w:cstheme="minorBidi"/>
                <w:sz w:val="28"/>
                <w:szCs w:val="28"/>
              </w:rPr>
              <w:t>QUANTIDADE</w:t>
            </w:r>
          </w:p>
        </w:tc>
        <w:tc>
          <w:tcPr>
            <w:tcW w:w="2594" w:type="dxa"/>
          </w:tcPr>
          <w:p w14:paraId="07248ADA" w14:textId="77777777" w:rsidR="00300B54" w:rsidRPr="00AD6FF3" w:rsidRDefault="00300B54" w:rsidP="00AD6FF3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AD6FF3">
              <w:rPr>
                <w:rFonts w:asciiTheme="minorHAnsi" w:eastAsiaTheme="minorHAnsi" w:hAnsiTheme="minorHAnsi" w:cstheme="minorBidi"/>
                <w:sz w:val="28"/>
                <w:szCs w:val="28"/>
              </w:rPr>
              <w:t>VALOR UNID. (R$)</w:t>
            </w:r>
          </w:p>
        </w:tc>
        <w:tc>
          <w:tcPr>
            <w:tcW w:w="2229" w:type="dxa"/>
          </w:tcPr>
          <w:p w14:paraId="1FEF77E8" w14:textId="77777777" w:rsidR="00300B54" w:rsidRPr="00AD6FF3" w:rsidRDefault="00300B54" w:rsidP="00AD6FF3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AD6FF3">
              <w:rPr>
                <w:rFonts w:asciiTheme="minorHAnsi" w:eastAsiaTheme="minorHAnsi" w:hAnsiTheme="minorHAnsi" w:cstheme="minorBidi"/>
                <w:sz w:val="28"/>
                <w:szCs w:val="28"/>
              </w:rPr>
              <w:t>TOTAL (R$)</w:t>
            </w:r>
          </w:p>
        </w:tc>
      </w:tr>
      <w:tr w:rsidR="00AD6FF3" w14:paraId="0BA286F9" w14:textId="77777777" w:rsidTr="00982B47">
        <w:trPr>
          <w:trHeight w:hRule="exact" w:val="57"/>
        </w:trPr>
        <w:tc>
          <w:tcPr>
            <w:tcW w:w="5445" w:type="dxa"/>
          </w:tcPr>
          <w:p w14:paraId="31052AB7" w14:textId="77777777" w:rsidR="00300B54" w:rsidRPr="00AD6FF3" w:rsidRDefault="00300B54" w:rsidP="00AD6FF3">
            <w:pPr>
              <w:pStyle w:val="PargrafodaLista"/>
              <w:ind w:left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161" w:type="dxa"/>
          </w:tcPr>
          <w:p w14:paraId="2E44773D" w14:textId="77777777" w:rsidR="00300B54" w:rsidRPr="00AD6FF3" w:rsidRDefault="00300B54" w:rsidP="00AD6FF3">
            <w:pPr>
              <w:pStyle w:val="PargrafodaLista"/>
              <w:ind w:left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594" w:type="dxa"/>
          </w:tcPr>
          <w:p w14:paraId="139F20F3" w14:textId="77777777" w:rsidR="00300B54" w:rsidRPr="00AD6FF3" w:rsidRDefault="00300B54" w:rsidP="00AD6FF3">
            <w:pPr>
              <w:pStyle w:val="PargrafodaLista"/>
              <w:ind w:left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229" w:type="dxa"/>
          </w:tcPr>
          <w:p w14:paraId="5ABFD02F" w14:textId="77777777" w:rsidR="00300B54" w:rsidRPr="00AD6FF3" w:rsidRDefault="00300B54" w:rsidP="00AD6FF3">
            <w:pPr>
              <w:pStyle w:val="PargrafodaLista"/>
              <w:ind w:left="0"/>
              <w:rPr>
                <w:rFonts w:asciiTheme="minorHAnsi" w:eastAsiaTheme="minorHAnsi" w:hAnsiTheme="minorHAnsi" w:cstheme="minorBidi"/>
              </w:rPr>
            </w:pPr>
          </w:p>
        </w:tc>
      </w:tr>
      <w:tr w:rsidR="00AD6FF3" w14:paraId="567BDA05" w14:textId="77777777" w:rsidTr="00982B47">
        <w:trPr>
          <w:trHeight w:hRule="exact" w:val="284"/>
        </w:trPr>
        <w:tc>
          <w:tcPr>
            <w:tcW w:w="5445" w:type="dxa"/>
          </w:tcPr>
          <w:p w14:paraId="7520C782" w14:textId="77777777" w:rsidR="00300B54" w:rsidRPr="00AD6FF3" w:rsidRDefault="00300B54" w:rsidP="005535C3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- MUDAS</w:t>
            </w:r>
            <w:r w:rsidR="009A33B6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(</w:t>
            </w:r>
            <w:r w:rsidR="00982B47">
              <w:rPr>
                <w:rFonts w:asciiTheme="minorHAnsi" w:eastAsiaTheme="minorHAnsi" w:hAnsiTheme="minorHAnsi" w:cstheme="minorBidi"/>
                <w:sz w:val="24"/>
                <w:szCs w:val="24"/>
              </w:rPr>
              <w:t>EM TUBETES</w:t>
            </w:r>
            <w:r w:rsidR="005535C3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</w:t>
            </w:r>
            <w:r w:rsidR="009B6548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– PORTE </w:t>
            </w:r>
            <w:r w:rsidR="00982B47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MÉDIO DE 30 </w:t>
            </w:r>
            <w:proofErr w:type="gramStart"/>
            <w:r w:rsidR="00982B47">
              <w:rPr>
                <w:rFonts w:asciiTheme="minorHAnsi" w:eastAsiaTheme="minorHAnsi" w:hAnsiTheme="minorHAnsi" w:cstheme="minorBidi"/>
                <w:sz w:val="24"/>
                <w:szCs w:val="24"/>
              </w:rPr>
              <w:t>CM</w:t>
            </w:r>
            <w:r w:rsidR="009B6548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</w:t>
            </w:r>
            <w:r w:rsidR="009A33B6">
              <w:rPr>
                <w:rFonts w:asciiTheme="minorHAnsi" w:eastAsiaTheme="minorHAnsi" w:hAnsiTheme="minorHAnsi" w:cstheme="minorBidi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161" w:type="dxa"/>
          </w:tcPr>
          <w:p w14:paraId="0592CA41" w14:textId="77777777" w:rsidR="00300B54" w:rsidRPr="00AD6FF3" w:rsidRDefault="00085339" w:rsidP="00442A5E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11.400</w:t>
            </w:r>
            <w:r w:rsidR="009B6548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unid.</w:t>
            </w:r>
          </w:p>
        </w:tc>
        <w:tc>
          <w:tcPr>
            <w:tcW w:w="2594" w:type="dxa"/>
          </w:tcPr>
          <w:p w14:paraId="6B65D52F" w14:textId="77777777" w:rsidR="00300B54" w:rsidRPr="00AD6FF3" w:rsidRDefault="00982B47" w:rsidP="005510A9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1</w:t>
            </w:r>
            <w:r w:rsidR="00300B54"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,</w:t>
            </w:r>
            <w:r w:rsidR="005510A9">
              <w:rPr>
                <w:rFonts w:asciiTheme="minorHAnsi" w:eastAsiaTheme="minorHAnsi" w:hAnsiTheme="minorHAnsi" w:cstheme="minorBidi"/>
                <w:sz w:val="24"/>
                <w:szCs w:val="24"/>
              </w:rPr>
              <w:t>5</w:t>
            </w:r>
            <w:r w:rsidR="00300B54"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0</w:t>
            </w:r>
          </w:p>
        </w:tc>
        <w:tc>
          <w:tcPr>
            <w:tcW w:w="2229" w:type="dxa"/>
          </w:tcPr>
          <w:p w14:paraId="3CB06768" w14:textId="77777777" w:rsidR="00300B54" w:rsidRPr="00AD6FF3" w:rsidRDefault="00085339" w:rsidP="00982B47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17.100</w:t>
            </w:r>
            <w:r w:rsidR="005535C3">
              <w:rPr>
                <w:rFonts w:asciiTheme="minorHAnsi" w:eastAsiaTheme="minorHAnsi" w:hAnsiTheme="minorHAnsi" w:cstheme="minorBidi"/>
                <w:sz w:val="24"/>
                <w:szCs w:val="24"/>
              </w:rPr>
              <w:t>,00</w:t>
            </w:r>
          </w:p>
        </w:tc>
      </w:tr>
      <w:tr w:rsidR="00AD6FF3" w14:paraId="167206F5" w14:textId="77777777" w:rsidTr="00982B47">
        <w:trPr>
          <w:trHeight w:hRule="exact" w:val="284"/>
        </w:trPr>
        <w:tc>
          <w:tcPr>
            <w:tcW w:w="5445" w:type="dxa"/>
          </w:tcPr>
          <w:p w14:paraId="6867D877" w14:textId="77777777" w:rsidR="00300B54" w:rsidRPr="00AD6FF3" w:rsidRDefault="00300B54" w:rsidP="005510A9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- </w:t>
            </w:r>
            <w:r w:rsidR="005510A9">
              <w:rPr>
                <w:rFonts w:asciiTheme="minorHAnsi" w:eastAsiaTheme="minorHAnsi" w:hAnsiTheme="minorHAnsi" w:cstheme="minorBidi"/>
                <w:sz w:val="24"/>
                <w:szCs w:val="24"/>
              </w:rPr>
              <w:t>ROUND UP WG</w:t>
            </w:r>
          </w:p>
        </w:tc>
        <w:tc>
          <w:tcPr>
            <w:tcW w:w="2161" w:type="dxa"/>
          </w:tcPr>
          <w:p w14:paraId="72E84796" w14:textId="77777777" w:rsidR="00300B54" w:rsidRPr="00AD6FF3" w:rsidRDefault="00085339" w:rsidP="00AD6FF3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4</w:t>
            </w:r>
            <w:r w:rsidR="005535C3">
              <w:rPr>
                <w:rFonts w:asciiTheme="minorHAnsi" w:eastAsiaTheme="minorHAnsi" w:hAnsiTheme="minorHAnsi" w:cstheme="minorBidi"/>
                <w:sz w:val="24"/>
                <w:szCs w:val="24"/>
              </w:rPr>
              <w:t>0</w:t>
            </w:r>
            <w:r w:rsidR="00581C72"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,0 </w:t>
            </w:r>
            <w:r w:rsidR="005510A9">
              <w:rPr>
                <w:rFonts w:asciiTheme="minorHAnsi" w:eastAsiaTheme="minorHAnsi" w:hAnsiTheme="minorHAnsi" w:cstheme="minorBidi"/>
                <w:sz w:val="24"/>
                <w:szCs w:val="24"/>
              </w:rPr>
              <w:t>Kg</w:t>
            </w:r>
          </w:p>
        </w:tc>
        <w:tc>
          <w:tcPr>
            <w:tcW w:w="2594" w:type="dxa"/>
          </w:tcPr>
          <w:p w14:paraId="540F3715" w14:textId="77777777" w:rsidR="00300B54" w:rsidRPr="00AD6FF3" w:rsidRDefault="005510A9" w:rsidP="00AD6FF3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36</w:t>
            </w:r>
            <w:r w:rsidR="00581C72"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,00</w:t>
            </w:r>
          </w:p>
        </w:tc>
        <w:tc>
          <w:tcPr>
            <w:tcW w:w="2229" w:type="dxa"/>
          </w:tcPr>
          <w:p w14:paraId="66C1088D" w14:textId="77777777" w:rsidR="00300B54" w:rsidRPr="00AD6FF3" w:rsidRDefault="00085339" w:rsidP="009B6548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 1.440</w:t>
            </w:r>
            <w:r w:rsidR="005535C3">
              <w:rPr>
                <w:rFonts w:asciiTheme="minorHAnsi" w:eastAsiaTheme="minorHAnsi" w:hAnsiTheme="minorHAnsi" w:cstheme="minorBidi"/>
                <w:sz w:val="24"/>
                <w:szCs w:val="24"/>
              </w:rPr>
              <w:t>,00</w:t>
            </w:r>
          </w:p>
        </w:tc>
      </w:tr>
      <w:tr w:rsidR="00AD6FF3" w14:paraId="23C21B01" w14:textId="77777777" w:rsidTr="00982B47">
        <w:trPr>
          <w:trHeight w:hRule="exact" w:val="284"/>
        </w:trPr>
        <w:tc>
          <w:tcPr>
            <w:tcW w:w="5445" w:type="dxa"/>
          </w:tcPr>
          <w:p w14:paraId="2F81908A" w14:textId="77777777" w:rsidR="00300B54" w:rsidRPr="00AD6FF3" w:rsidRDefault="00300B54" w:rsidP="00AD6FF3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- ISCA GRANULADA</w:t>
            </w:r>
          </w:p>
        </w:tc>
        <w:tc>
          <w:tcPr>
            <w:tcW w:w="2161" w:type="dxa"/>
          </w:tcPr>
          <w:p w14:paraId="1892C611" w14:textId="77777777" w:rsidR="00300B54" w:rsidRPr="00AD6FF3" w:rsidRDefault="00085339" w:rsidP="00AD6FF3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1</w:t>
            </w:r>
            <w:r w:rsidR="009B6548">
              <w:rPr>
                <w:rFonts w:asciiTheme="minorHAnsi" w:eastAsiaTheme="minorHAnsi" w:hAnsiTheme="minorHAnsi" w:cstheme="minorBidi"/>
                <w:sz w:val="24"/>
                <w:szCs w:val="24"/>
              </w:rPr>
              <w:t>60,0</w:t>
            </w:r>
            <w:r w:rsidR="00581C72"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Kg</w:t>
            </w:r>
          </w:p>
        </w:tc>
        <w:tc>
          <w:tcPr>
            <w:tcW w:w="2594" w:type="dxa"/>
          </w:tcPr>
          <w:p w14:paraId="51C53C09" w14:textId="77777777" w:rsidR="00300B54" w:rsidRPr="00AD6FF3" w:rsidRDefault="005510A9" w:rsidP="00AD6FF3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10</w:t>
            </w:r>
            <w:r w:rsidR="00581C72"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,00</w:t>
            </w:r>
          </w:p>
        </w:tc>
        <w:tc>
          <w:tcPr>
            <w:tcW w:w="2229" w:type="dxa"/>
          </w:tcPr>
          <w:p w14:paraId="169D1883" w14:textId="77777777" w:rsidR="00300B54" w:rsidRPr="00AD6FF3" w:rsidRDefault="00085339" w:rsidP="0099089F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 1.</w:t>
            </w:r>
            <w:r w:rsidR="009B6548">
              <w:rPr>
                <w:rFonts w:asciiTheme="minorHAnsi" w:eastAsiaTheme="minorHAnsi" w:hAnsiTheme="minorHAnsi" w:cstheme="minorBidi"/>
                <w:sz w:val="24"/>
                <w:szCs w:val="24"/>
              </w:rPr>
              <w:t>60</w:t>
            </w:r>
            <w:r w:rsidR="00581C72"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0,00</w:t>
            </w:r>
          </w:p>
        </w:tc>
      </w:tr>
      <w:tr w:rsidR="00AD6FF3" w14:paraId="46752657" w14:textId="77777777" w:rsidTr="00982B47">
        <w:trPr>
          <w:trHeight w:hRule="exact" w:val="284"/>
        </w:trPr>
        <w:tc>
          <w:tcPr>
            <w:tcW w:w="5445" w:type="dxa"/>
          </w:tcPr>
          <w:p w14:paraId="6892BECA" w14:textId="77777777" w:rsidR="00300B54" w:rsidRPr="00AD6FF3" w:rsidRDefault="00300B54" w:rsidP="00AD6FF3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- INSETICIDA – CUPINICIDA</w:t>
            </w:r>
          </w:p>
        </w:tc>
        <w:tc>
          <w:tcPr>
            <w:tcW w:w="2161" w:type="dxa"/>
          </w:tcPr>
          <w:p w14:paraId="60AE4BE2" w14:textId="77777777" w:rsidR="00300B54" w:rsidRPr="00AD6FF3" w:rsidRDefault="009B6548" w:rsidP="00AD6FF3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2</w:t>
            </w:r>
            <w:r w:rsidR="0099089F">
              <w:rPr>
                <w:rFonts w:asciiTheme="minorHAnsi" w:eastAsiaTheme="minorHAnsi" w:hAnsiTheme="minorHAnsi" w:cstheme="minorBidi"/>
                <w:sz w:val="24"/>
                <w:szCs w:val="24"/>
              </w:rPr>
              <w:t>10</w:t>
            </w:r>
            <w:r w:rsidR="00581C72"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Grs.</w:t>
            </w:r>
          </w:p>
        </w:tc>
        <w:tc>
          <w:tcPr>
            <w:tcW w:w="2594" w:type="dxa"/>
          </w:tcPr>
          <w:p w14:paraId="19A20AA6" w14:textId="77777777" w:rsidR="00300B54" w:rsidRPr="00AD6FF3" w:rsidRDefault="00581C72" w:rsidP="00AD6FF3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4,0</w:t>
            </w:r>
          </w:p>
        </w:tc>
        <w:tc>
          <w:tcPr>
            <w:tcW w:w="2229" w:type="dxa"/>
          </w:tcPr>
          <w:p w14:paraId="787F4B35" w14:textId="77777777" w:rsidR="00300B54" w:rsidRPr="00AD6FF3" w:rsidRDefault="009B6548" w:rsidP="0099089F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    8</w:t>
            </w:r>
            <w:r w:rsidR="0099089F">
              <w:rPr>
                <w:rFonts w:asciiTheme="minorHAnsi" w:eastAsiaTheme="minorHAnsi" w:hAnsiTheme="minorHAnsi" w:cstheme="minorBidi"/>
                <w:sz w:val="24"/>
                <w:szCs w:val="24"/>
              </w:rPr>
              <w:t>40</w:t>
            </w:r>
            <w:r w:rsidR="00581C72"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,00</w:t>
            </w:r>
          </w:p>
        </w:tc>
      </w:tr>
      <w:tr w:rsidR="00AD6FF3" w14:paraId="1E0B54E6" w14:textId="77777777" w:rsidTr="00982B47">
        <w:trPr>
          <w:trHeight w:hRule="exact" w:val="284"/>
        </w:trPr>
        <w:tc>
          <w:tcPr>
            <w:tcW w:w="5445" w:type="dxa"/>
          </w:tcPr>
          <w:p w14:paraId="174CBBA3" w14:textId="77777777" w:rsidR="00300B54" w:rsidRPr="00AD6FF3" w:rsidRDefault="00300B54" w:rsidP="00AD6FF3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- FERTILIZANTE – PLANTIO</w:t>
            </w:r>
          </w:p>
        </w:tc>
        <w:tc>
          <w:tcPr>
            <w:tcW w:w="2161" w:type="dxa"/>
          </w:tcPr>
          <w:p w14:paraId="75C7227F" w14:textId="77777777" w:rsidR="00300B54" w:rsidRPr="00AD6FF3" w:rsidRDefault="00085339" w:rsidP="0099089F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2</w:t>
            </w:r>
            <w:r w:rsidR="009B6548">
              <w:rPr>
                <w:rFonts w:asciiTheme="minorHAnsi" w:eastAsiaTheme="minorHAnsi" w:hAnsiTheme="minorHAnsi" w:cstheme="minorBidi"/>
                <w:sz w:val="24"/>
                <w:szCs w:val="24"/>
              </w:rPr>
              <w:t>4</w:t>
            </w:r>
            <w:r w:rsidR="00581C72"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,</w:t>
            </w:r>
            <w:r w:rsidR="0099089F">
              <w:rPr>
                <w:rFonts w:asciiTheme="minorHAnsi" w:eastAsiaTheme="minorHAnsi" w:hAnsiTheme="minorHAnsi" w:cstheme="minorBidi"/>
                <w:sz w:val="24"/>
                <w:szCs w:val="24"/>
              </w:rPr>
              <w:t>0</w:t>
            </w:r>
            <w:r w:rsidR="00581C72"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</w:t>
            </w:r>
            <w:proofErr w:type="spellStart"/>
            <w:r w:rsidR="00581C72"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Scs</w:t>
            </w:r>
            <w:proofErr w:type="spellEnd"/>
            <w:r w:rsidR="00581C72"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.</w:t>
            </w:r>
          </w:p>
        </w:tc>
        <w:tc>
          <w:tcPr>
            <w:tcW w:w="2594" w:type="dxa"/>
          </w:tcPr>
          <w:p w14:paraId="73834A82" w14:textId="77777777" w:rsidR="00300B54" w:rsidRPr="00AD6FF3" w:rsidRDefault="009B6548" w:rsidP="00AD6FF3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9</w:t>
            </w:r>
            <w:r w:rsidR="00581C72"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8,50</w:t>
            </w:r>
          </w:p>
        </w:tc>
        <w:tc>
          <w:tcPr>
            <w:tcW w:w="2229" w:type="dxa"/>
          </w:tcPr>
          <w:p w14:paraId="0ECE5E7B" w14:textId="77777777" w:rsidR="00300B54" w:rsidRPr="00AD6FF3" w:rsidRDefault="00085339" w:rsidP="0099089F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 </w:t>
            </w:r>
            <w:r w:rsidRPr="00085339">
              <w:rPr>
                <w:rFonts w:asciiTheme="minorHAnsi" w:eastAsiaTheme="minorHAnsi" w:hAnsiTheme="minorHAnsi" w:cstheme="minorBidi"/>
                <w:sz w:val="24"/>
                <w:szCs w:val="24"/>
              </w:rPr>
              <w:t>2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.</w:t>
            </w:r>
            <w:r w:rsidRPr="00085339">
              <w:rPr>
                <w:rFonts w:asciiTheme="minorHAnsi" w:eastAsiaTheme="minorHAnsi" w:hAnsiTheme="minorHAnsi" w:cstheme="minorBidi"/>
                <w:sz w:val="24"/>
                <w:szCs w:val="24"/>
              </w:rPr>
              <w:t>364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,00</w:t>
            </w:r>
          </w:p>
        </w:tc>
      </w:tr>
      <w:tr w:rsidR="00AD6FF3" w14:paraId="7F924D0E" w14:textId="77777777" w:rsidTr="00982B47">
        <w:trPr>
          <w:trHeight w:hRule="exact" w:val="284"/>
        </w:trPr>
        <w:tc>
          <w:tcPr>
            <w:tcW w:w="5445" w:type="dxa"/>
          </w:tcPr>
          <w:p w14:paraId="33C4C895" w14:textId="77777777" w:rsidR="00300B54" w:rsidRPr="00AD6FF3" w:rsidRDefault="00300B54" w:rsidP="00AD6FF3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- FRETE MUDAS</w:t>
            </w:r>
          </w:p>
        </w:tc>
        <w:tc>
          <w:tcPr>
            <w:tcW w:w="2161" w:type="dxa"/>
          </w:tcPr>
          <w:p w14:paraId="1F4FCB7B" w14:textId="77777777" w:rsidR="00300B54" w:rsidRPr="00AD6FF3" w:rsidRDefault="00085339" w:rsidP="00AD6FF3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11.400</w:t>
            </w:r>
            <w:r w:rsidR="009B6548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unid.</w:t>
            </w:r>
          </w:p>
        </w:tc>
        <w:tc>
          <w:tcPr>
            <w:tcW w:w="2594" w:type="dxa"/>
          </w:tcPr>
          <w:p w14:paraId="533DEEDF" w14:textId="77777777" w:rsidR="00300B54" w:rsidRPr="00AD6FF3" w:rsidRDefault="009B6548" w:rsidP="00982B47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1.</w:t>
            </w:r>
            <w:r w:rsidR="00982B47">
              <w:rPr>
                <w:rFonts w:asciiTheme="minorHAnsi" w:eastAsiaTheme="minorHAnsi" w:hAnsiTheme="minorHAnsi" w:cstheme="minorBidi"/>
                <w:sz w:val="24"/>
                <w:szCs w:val="24"/>
              </w:rPr>
              <w:t>25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0</w:t>
            </w:r>
            <w:r w:rsidR="003E102D">
              <w:rPr>
                <w:rFonts w:asciiTheme="minorHAnsi" w:eastAsiaTheme="minorHAnsi" w:hAnsiTheme="minorHAnsi" w:cstheme="minorBidi"/>
                <w:sz w:val="24"/>
                <w:szCs w:val="24"/>
              </w:rPr>
              <w:t>,00</w:t>
            </w:r>
          </w:p>
        </w:tc>
        <w:tc>
          <w:tcPr>
            <w:tcW w:w="2229" w:type="dxa"/>
          </w:tcPr>
          <w:p w14:paraId="0A01BBE7" w14:textId="77777777" w:rsidR="00300B54" w:rsidRPr="00AD6FF3" w:rsidRDefault="009B6548" w:rsidP="00AF3375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  1.</w:t>
            </w:r>
            <w:r w:rsidR="00AF3375">
              <w:rPr>
                <w:rFonts w:asciiTheme="minorHAnsi" w:eastAsiaTheme="minorHAnsi" w:hAnsiTheme="minorHAnsi" w:cstheme="minorBidi"/>
                <w:sz w:val="24"/>
                <w:szCs w:val="24"/>
              </w:rPr>
              <w:t>088</w:t>
            </w:r>
            <w:r w:rsidR="003E102D">
              <w:rPr>
                <w:rFonts w:asciiTheme="minorHAnsi" w:eastAsiaTheme="minorHAnsi" w:hAnsiTheme="minorHAnsi" w:cstheme="minorBidi"/>
                <w:sz w:val="24"/>
                <w:szCs w:val="24"/>
              </w:rPr>
              <w:t>,0</w:t>
            </w:r>
            <w:r w:rsidR="00AF3375">
              <w:rPr>
                <w:rFonts w:asciiTheme="minorHAnsi" w:eastAsiaTheme="minorHAnsi" w:hAnsiTheme="minorHAnsi" w:cstheme="minorBidi"/>
                <w:sz w:val="24"/>
                <w:szCs w:val="24"/>
              </w:rPr>
              <w:t>5</w:t>
            </w:r>
          </w:p>
        </w:tc>
      </w:tr>
      <w:tr w:rsidR="00AD6FF3" w:rsidRPr="00AD6FF3" w14:paraId="178039E7" w14:textId="77777777" w:rsidTr="00982B47">
        <w:trPr>
          <w:trHeight w:hRule="exact" w:val="397"/>
        </w:trPr>
        <w:tc>
          <w:tcPr>
            <w:tcW w:w="5445" w:type="dxa"/>
          </w:tcPr>
          <w:p w14:paraId="2AA2FE82" w14:textId="77777777" w:rsidR="00300B54" w:rsidRPr="00AD6FF3" w:rsidRDefault="00581C72" w:rsidP="00AD6FF3">
            <w:pPr>
              <w:pStyle w:val="PargrafodaLista"/>
              <w:ind w:left="0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 w:rsidRPr="00AD6FF3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TOTAL</w:t>
            </w:r>
          </w:p>
        </w:tc>
        <w:tc>
          <w:tcPr>
            <w:tcW w:w="2161" w:type="dxa"/>
          </w:tcPr>
          <w:p w14:paraId="4A0A94C5" w14:textId="77777777" w:rsidR="00300B54" w:rsidRPr="00AD6FF3" w:rsidRDefault="00300B54" w:rsidP="00AD6FF3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</w:p>
        </w:tc>
        <w:tc>
          <w:tcPr>
            <w:tcW w:w="2594" w:type="dxa"/>
          </w:tcPr>
          <w:p w14:paraId="12FA37B7" w14:textId="77777777" w:rsidR="00300B54" w:rsidRPr="00AD6FF3" w:rsidRDefault="00300B54" w:rsidP="00AD6FF3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</w:p>
        </w:tc>
        <w:tc>
          <w:tcPr>
            <w:tcW w:w="2229" w:type="dxa"/>
          </w:tcPr>
          <w:p w14:paraId="24381B68" w14:textId="77777777" w:rsidR="00300B54" w:rsidRPr="00AD6FF3" w:rsidRDefault="009B6548" w:rsidP="009B6548">
            <w:pPr>
              <w:pStyle w:val="PargrafodaLista"/>
              <w:ind w:left="0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 xml:space="preserve">       </w:t>
            </w:r>
            <w:r w:rsidR="00AF3375" w:rsidRPr="00AF3375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24.432,05</w:t>
            </w:r>
          </w:p>
        </w:tc>
      </w:tr>
    </w:tbl>
    <w:p w14:paraId="2D3A1395" w14:textId="2976480F" w:rsidR="00442335" w:rsidRDefault="00442335" w:rsidP="00581C72">
      <w:pPr>
        <w:pStyle w:val="PargrafodaLista"/>
      </w:pPr>
    </w:p>
    <w:p w14:paraId="39B7250A" w14:textId="77777777" w:rsidR="00217E14" w:rsidRDefault="00217E14" w:rsidP="00581C72">
      <w:pPr>
        <w:pStyle w:val="PargrafodaLista"/>
      </w:pPr>
    </w:p>
    <w:p w14:paraId="3DDFEFEF" w14:textId="77777777" w:rsidR="00DB2448" w:rsidRPr="00DB2448" w:rsidRDefault="00A83AF0" w:rsidP="00DB2448">
      <w:pPr>
        <w:pStyle w:val="PargrafodaLista"/>
        <w:numPr>
          <w:ilvl w:val="0"/>
          <w:numId w:val="3"/>
        </w:numPr>
        <w:tabs>
          <w:tab w:val="left" w:pos="426"/>
        </w:tabs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CUSTO</w:t>
      </w:r>
      <w:r w:rsidR="006563EF">
        <w:rPr>
          <w:b/>
          <w:sz w:val="28"/>
          <w:szCs w:val="28"/>
        </w:rPr>
        <w:t>S</w:t>
      </w:r>
      <w:r w:rsidR="00E04984">
        <w:rPr>
          <w:b/>
          <w:sz w:val="28"/>
          <w:szCs w:val="28"/>
        </w:rPr>
        <w:t xml:space="preserve"> DE MANUTENÇÃO (</w:t>
      </w:r>
      <w:r w:rsidR="00085339">
        <w:rPr>
          <w:b/>
          <w:sz w:val="28"/>
          <w:szCs w:val="28"/>
        </w:rPr>
        <w:t>6,84</w:t>
      </w:r>
      <w:r w:rsidR="00E350D3">
        <w:rPr>
          <w:b/>
          <w:sz w:val="28"/>
          <w:szCs w:val="28"/>
        </w:rPr>
        <w:t xml:space="preserve"> </w:t>
      </w:r>
      <w:r w:rsidR="00E04984">
        <w:rPr>
          <w:b/>
          <w:sz w:val="28"/>
          <w:szCs w:val="28"/>
        </w:rPr>
        <w:t>HECTARE</w:t>
      </w:r>
      <w:r w:rsidR="00190B9A">
        <w:rPr>
          <w:b/>
          <w:sz w:val="28"/>
          <w:szCs w:val="28"/>
        </w:rPr>
        <w:t>S</w:t>
      </w:r>
      <w:r w:rsidR="00E04984">
        <w:rPr>
          <w:b/>
          <w:sz w:val="28"/>
          <w:szCs w:val="28"/>
        </w:rPr>
        <w:t xml:space="preserve">) POR </w:t>
      </w:r>
      <w:r w:rsidR="00EE47A6">
        <w:rPr>
          <w:b/>
          <w:sz w:val="28"/>
          <w:szCs w:val="28"/>
        </w:rPr>
        <w:t>24</w:t>
      </w:r>
      <w:r>
        <w:rPr>
          <w:b/>
          <w:sz w:val="28"/>
          <w:szCs w:val="28"/>
        </w:rPr>
        <w:t xml:space="preserve"> MESES</w:t>
      </w:r>
      <w:r w:rsidR="00663160">
        <w:rPr>
          <w:b/>
          <w:sz w:val="28"/>
          <w:szCs w:val="28"/>
        </w:rPr>
        <w:t xml:space="preserve"> –</w:t>
      </w:r>
      <w:r w:rsidR="005510A9">
        <w:rPr>
          <w:b/>
          <w:sz w:val="28"/>
          <w:szCs w:val="28"/>
        </w:rPr>
        <w:t xml:space="preserve"> </w:t>
      </w:r>
      <w:r w:rsidR="00085339">
        <w:rPr>
          <w:b/>
          <w:sz w:val="28"/>
          <w:szCs w:val="28"/>
        </w:rPr>
        <w:t>11.400</w:t>
      </w:r>
      <w:r w:rsidR="00663160">
        <w:rPr>
          <w:b/>
          <w:sz w:val="28"/>
          <w:szCs w:val="28"/>
        </w:rPr>
        <w:t xml:space="preserve"> MUDAS</w:t>
      </w:r>
    </w:p>
    <w:p w14:paraId="53046742" w14:textId="77777777" w:rsidR="00581C72" w:rsidRDefault="00581C72" w:rsidP="00581C72">
      <w:pPr>
        <w:pStyle w:val="PargrafodaLista"/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02"/>
        <w:gridCol w:w="1418"/>
        <w:gridCol w:w="2409"/>
      </w:tblGrid>
      <w:tr w:rsidR="00011AFF" w14:paraId="71F880E5" w14:textId="77777777" w:rsidTr="00011AFF">
        <w:trPr>
          <w:trHeight w:hRule="exact" w:val="454"/>
        </w:trPr>
        <w:tc>
          <w:tcPr>
            <w:tcW w:w="8602" w:type="dxa"/>
          </w:tcPr>
          <w:p w14:paraId="6AFA3B19" w14:textId="77777777" w:rsidR="00011AFF" w:rsidRPr="00AD6FF3" w:rsidRDefault="00011AFF" w:rsidP="000B74EE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sz w:val="28"/>
                <w:szCs w:val="28"/>
              </w:rPr>
              <w:t>2</w:t>
            </w:r>
            <w:r w:rsidRPr="00AD6FF3">
              <w:rPr>
                <w:rFonts w:asciiTheme="minorHAnsi" w:eastAsiaTheme="minorHAnsi" w:hAnsiTheme="minorHAnsi" w:cstheme="minorBidi"/>
                <w:sz w:val="28"/>
                <w:szCs w:val="28"/>
              </w:rPr>
              <w:t>.1 – ATIVIDADES SILVICULTURAIS</w:t>
            </w:r>
            <w:r w:rsidR="008B04E3">
              <w:rPr>
                <w:rFonts w:asciiTheme="minorHAnsi" w:eastAsiaTheme="minorHAnsi" w:hAnsiTheme="minorHAnsi" w:cstheme="minorBidi"/>
                <w:sz w:val="28"/>
                <w:szCs w:val="28"/>
              </w:rPr>
              <w:t xml:space="preserve"> – MÃO DE OBRA / MÁQUINA</w:t>
            </w:r>
          </w:p>
        </w:tc>
        <w:tc>
          <w:tcPr>
            <w:tcW w:w="1418" w:type="dxa"/>
          </w:tcPr>
          <w:p w14:paraId="1CBA0C0B" w14:textId="77777777" w:rsidR="00011AFF" w:rsidRPr="00AD6FF3" w:rsidRDefault="00E350D3" w:rsidP="00E350D3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AD6FF3">
              <w:rPr>
                <w:rFonts w:asciiTheme="minorHAnsi" w:eastAsiaTheme="minorHAnsi" w:hAnsiTheme="minorHAnsi" w:cstheme="minorBidi"/>
                <w:sz w:val="28"/>
                <w:szCs w:val="28"/>
              </w:rPr>
              <w:t>ÁREA (HA)</w:t>
            </w:r>
          </w:p>
        </w:tc>
        <w:tc>
          <w:tcPr>
            <w:tcW w:w="2409" w:type="dxa"/>
          </w:tcPr>
          <w:p w14:paraId="286CD372" w14:textId="77777777" w:rsidR="00011AFF" w:rsidRPr="00AD6FF3" w:rsidRDefault="00011AFF" w:rsidP="00D75713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sz w:val="28"/>
                <w:szCs w:val="28"/>
              </w:rPr>
              <w:t>VALOR (R$</w:t>
            </w:r>
            <w:r w:rsidRPr="00AD6FF3">
              <w:rPr>
                <w:rFonts w:asciiTheme="minorHAnsi" w:eastAsiaTheme="minorHAnsi" w:hAnsiTheme="minorHAnsi" w:cstheme="minorBidi"/>
                <w:sz w:val="28"/>
                <w:szCs w:val="28"/>
              </w:rPr>
              <w:t>)</w:t>
            </w:r>
          </w:p>
        </w:tc>
      </w:tr>
      <w:tr w:rsidR="00011AFF" w14:paraId="3E91C67E" w14:textId="77777777" w:rsidTr="00011AFF">
        <w:trPr>
          <w:trHeight w:hRule="exact" w:val="57"/>
        </w:trPr>
        <w:tc>
          <w:tcPr>
            <w:tcW w:w="8602" w:type="dxa"/>
          </w:tcPr>
          <w:p w14:paraId="6575D224" w14:textId="77777777" w:rsidR="00011AFF" w:rsidRPr="00AD6FF3" w:rsidRDefault="00011AFF" w:rsidP="000B74EE">
            <w:pPr>
              <w:pStyle w:val="PargrafodaLista"/>
              <w:ind w:left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418" w:type="dxa"/>
          </w:tcPr>
          <w:p w14:paraId="740BA024" w14:textId="77777777" w:rsidR="00011AFF" w:rsidRPr="00AD6FF3" w:rsidRDefault="00011AFF" w:rsidP="000B74EE">
            <w:pPr>
              <w:pStyle w:val="PargrafodaLista"/>
              <w:ind w:left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409" w:type="dxa"/>
          </w:tcPr>
          <w:p w14:paraId="7D0B88F3" w14:textId="77777777" w:rsidR="00011AFF" w:rsidRPr="00AD6FF3" w:rsidRDefault="00011AFF" w:rsidP="000B74EE">
            <w:pPr>
              <w:pStyle w:val="PargrafodaLista"/>
              <w:ind w:left="0"/>
              <w:rPr>
                <w:rFonts w:asciiTheme="minorHAnsi" w:eastAsiaTheme="minorHAnsi" w:hAnsiTheme="minorHAnsi" w:cstheme="minorBidi"/>
              </w:rPr>
            </w:pPr>
          </w:p>
        </w:tc>
      </w:tr>
      <w:tr w:rsidR="00011AFF" w14:paraId="54BC1705" w14:textId="77777777" w:rsidTr="00011AFF">
        <w:trPr>
          <w:trHeight w:hRule="exact" w:val="284"/>
        </w:trPr>
        <w:tc>
          <w:tcPr>
            <w:tcW w:w="8602" w:type="dxa"/>
          </w:tcPr>
          <w:p w14:paraId="79789F1F" w14:textId="77777777" w:rsidR="00011AFF" w:rsidRPr="00AD6FF3" w:rsidRDefault="00011AFF" w:rsidP="000B74EE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MANUTENÇÃO DE ACEIROS</w:t>
            </w:r>
            <w:r w:rsidR="00825B26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– 12 REPETIÇÕES</w:t>
            </w:r>
          </w:p>
        </w:tc>
        <w:tc>
          <w:tcPr>
            <w:tcW w:w="1418" w:type="dxa"/>
          </w:tcPr>
          <w:p w14:paraId="237D4FD1" w14:textId="77777777" w:rsidR="00011AFF" w:rsidRPr="00AD6FF3" w:rsidRDefault="003E580F" w:rsidP="00E350D3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6,84</w:t>
            </w:r>
          </w:p>
        </w:tc>
        <w:tc>
          <w:tcPr>
            <w:tcW w:w="2409" w:type="dxa"/>
          </w:tcPr>
          <w:p w14:paraId="196BB99A" w14:textId="77777777" w:rsidR="00011AFF" w:rsidRPr="00AD6FF3" w:rsidRDefault="00825B26" w:rsidP="00AF3375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 </w:t>
            </w:r>
            <w:r w:rsidR="00AF3375">
              <w:rPr>
                <w:rFonts w:asciiTheme="minorHAnsi" w:eastAsiaTheme="minorHAnsi" w:hAnsiTheme="minorHAnsi" w:cstheme="minorBidi"/>
                <w:sz w:val="24"/>
                <w:szCs w:val="24"/>
              </w:rPr>
              <w:t>2</w:t>
            </w:r>
            <w:r w:rsidR="003E580F">
              <w:rPr>
                <w:rFonts w:asciiTheme="minorHAnsi" w:eastAsiaTheme="minorHAnsi" w:hAnsiTheme="minorHAnsi" w:cstheme="minorBidi"/>
                <w:sz w:val="24"/>
                <w:szCs w:val="24"/>
              </w:rPr>
              <w:t>9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.</w:t>
            </w:r>
            <w:r w:rsidR="0099089F">
              <w:rPr>
                <w:rFonts w:asciiTheme="minorHAnsi" w:eastAsiaTheme="minorHAnsi" w:hAnsiTheme="minorHAnsi" w:cstheme="minorBidi"/>
                <w:sz w:val="24"/>
                <w:szCs w:val="24"/>
              </w:rPr>
              <w:t>788</w:t>
            </w:r>
            <w:r w:rsidR="00011AFF">
              <w:rPr>
                <w:rFonts w:asciiTheme="minorHAnsi" w:eastAsiaTheme="minorHAnsi" w:hAnsiTheme="minorHAnsi" w:cstheme="minorBidi"/>
                <w:sz w:val="24"/>
                <w:szCs w:val="24"/>
              </w:rPr>
              <w:t>,00</w:t>
            </w:r>
          </w:p>
        </w:tc>
      </w:tr>
      <w:tr w:rsidR="003E580F" w14:paraId="04E77EDF" w14:textId="77777777" w:rsidTr="00011AFF">
        <w:trPr>
          <w:trHeight w:hRule="exact" w:val="284"/>
        </w:trPr>
        <w:tc>
          <w:tcPr>
            <w:tcW w:w="8602" w:type="dxa"/>
          </w:tcPr>
          <w:p w14:paraId="4ECBFEFF" w14:textId="77777777" w:rsidR="003E580F" w:rsidRDefault="003E580F" w:rsidP="000B74EE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IRRIGAÇÃO DE MANUTENÇÃO – PERÍODO NECESSÁRIO</w:t>
            </w:r>
          </w:p>
        </w:tc>
        <w:tc>
          <w:tcPr>
            <w:tcW w:w="1418" w:type="dxa"/>
          </w:tcPr>
          <w:p w14:paraId="030250DC" w14:textId="77777777" w:rsidR="003E580F" w:rsidRDefault="003E580F" w:rsidP="003E580F">
            <w:pPr>
              <w:jc w:val="center"/>
            </w:pPr>
            <w:r w:rsidRPr="00FF788B">
              <w:rPr>
                <w:rFonts w:asciiTheme="minorHAnsi" w:eastAsiaTheme="minorHAnsi" w:hAnsiTheme="minorHAnsi" w:cstheme="minorBidi"/>
              </w:rPr>
              <w:t>6,84</w:t>
            </w:r>
          </w:p>
        </w:tc>
        <w:tc>
          <w:tcPr>
            <w:tcW w:w="2409" w:type="dxa"/>
          </w:tcPr>
          <w:p w14:paraId="0AE4C1B2" w14:textId="77777777" w:rsidR="003E580F" w:rsidRDefault="003E580F" w:rsidP="00AF3375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 </w:t>
            </w:r>
            <w:r w:rsidR="00AF3375">
              <w:rPr>
                <w:rFonts w:asciiTheme="minorHAnsi" w:eastAsiaTheme="minorHAnsi" w:hAnsiTheme="minorHAnsi" w:cstheme="minorBidi"/>
                <w:sz w:val="24"/>
                <w:szCs w:val="24"/>
              </w:rPr>
              <w:t>2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8.574,00</w:t>
            </w:r>
          </w:p>
        </w:tc>
      </w:tr>
      <w:tr w:rsidR="003E580F" w14:paraId="17B94EC9" w14:textId="77777777" w:rsidTr="00011AFF">
        <w:trPr>
          <w:trHeight w:hRule="exact" w:val="284"/>
        </w:trPr>
        <w:tc>
          <w:tcPr>
            <w:tcW w:w="8602" w:type="dxa"/>
          </w:tcPr>
          <w:p w14:paraId="3FFAD3C5" w14:textId="77777777" w:rsidR="003E580F" w:rsidRPr="00AD6FF3" w:rsidRDefault="003E580F" w:rsidP="00825B26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CONTROLE DE PLANTAS DANINHAS (MANUAL) – 12 REPETIÇÕES </w:t>
            </w:r>
          </w:p>
        </w:tc>
        <w:tc>
          <w:tcPr>
            <w:tcW w:w="1418" w:type="dxa"/>
          </w:tcPr>
          <w:p w14:paraId="149B01F1" w14:textId="77777777" w:rsidR="003E580F" w:rsidRDefault="003E580F" w:rsidP="003E580F">
            <w:pPr>
              <w:jc w:val="center"/>
            </w:pPr>
            <w:r w:rsidRPr="00FF788B">
              <w:rPr>
                <w:rFonts w:asciiTheme="minorHAnsi" w:eastAsiaTheme="minorHAnsi" w:hAnsiTheme="minorHAnsi" w:cstheme="minorBidi"/>
              </w:rPr>
              <w:t>6,84</w:t>
            </w:r>
          </w:p>
        </w:tc>
        <w:tc>
          <w:tcPr>
            <w:tcW w:w="2409" w:type="dxa"/>
          </w:tcPr>
          <w:p w14:paraId="19A6312D" w14:textId="77777777" w:rsidR="003E580F" w:rsidRPr="00AD6FF3" w:rsidRDefault="003E580F" w:rsidP="003E580F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35.670,00</w:t>
            </w:r>
          </w:p>
        </w:tc>
      </w:tr>
      <w:tr w:rsidR="003E580F" w14:paraId="168AAFA2" w14:textId="77777777" w:rsidTr="00011AFF">
        <w:trPr>
          <w:trHeight w:hRule="exact" w:val="284"/>
        </w:trPr>
        <w:tc>
          <w:tcPr>
            <w:tcW w:w="8602" w:type="dxa"/>
          </w:tcPr>
          <w:p w14:paraId="3B103AC7" w14:textId="77777777" w:rsidR="003E580F" w:rsidRPr="00AD6FF3" w:rsidRDefault="003E580F" w:rsidP="00825B26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CONTROLE DE PLANTAS DANINHAS (MECANIZADO) – MENSAL</w:t>
            </w:r>
          </w:p>
        </w:tc>
        <w:tc>
          <w:tcPr>
            <w:tcW w:w="1418" w:type="dxa"/>
          </w:tcPr>
          <w:p w14:paraId="78ABC240" w14:textId="77777777" w:rsidR="003E580F" w:rsidRDefault="003E580F" w:rsidP="003E580F">
            <w:pPr>
              <w:jc w:val="center"/>
            </w:pPr>
            <w:r w:rsidRPr="00FF788B">
              <w:rPr>
                <w:rFonts w:asciiTheme="minorHAnsi" w:eastAsiaTheme="minorHAnsi" w:hAnsiTheme="minorHAnsi" w:cstheme="minorBidi"/>
              </w:rPr>
              <w:t>6,84</w:t>
            </w:r>
          </w:p>
        </w:tc>
        <w:tc>
          <w:tcPr>
            <w:tcW w:w="2409" w:type="dxa"/>
          </w:tcPr>
          <w:p w14:paraId="704808E8" w14:textId="77777777" w:rsidR="003E580F" w:rsidRPr="00AD6FF3" w:rsidRDefault="003E580F" w:rsidP="003E580F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32.564,00</w:t>
            </w:r>
          </w:p>
        </w:tc>
      </w:tr>
      <w:tr w:rsidR="003E580F" w14:paraId="5A20A9A2" w14:textId="77777777" w:rsidTr="00011AFF">
        <w:trPr>
          <w:trHeight w:hRule="exact" w:val="284"/>
        </w:trPr>
        <w:tc>
          <w:tcPr>
            <w:tcW w:w="8602" w:type="dxa"/>
          </w:tcPr>
          <w:p w14:paraId="61809D5C" w14:textId="77777777" w:rsidR="003E580F" w:rsidRPr="00AD6FF3" w:rsidRDefault="003E580F" w:rsidP="000B74EE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CONTROLE DE PLANTAS DANINHAS (QUÍMICO) – 12 REPETIÇÕES</w:t>
            </w:r>
          </w:p>
        </w:tc>
        <w:tc>
          <w:tcPr>
            <w:tcW w:w="1418" w:type="dxa"/>
          </w:tcPr>
          <w:p w14:paraId="1E21C584" w14:textId="77777777" w:rsidR="003E580F" w:rsidRDefault="003E580F" w:rsidP="003E580F">
            <w:pPr>
              <w:jc w:val="center"/>
            </w:pPr>
            <w:r w:rsidRPr="00FF788B">
              <w:rPr>
                <w:rFonts w:asciiTheme="minorHAnsi" w:eastAsiaTheme="minorHAnsi" w:hAnsiTheme="minorHAnsi" w:cstheme="minorBidi"/>
              </w:rPr>
              <w:t>6,84</w:t>
            </w:r>
          </w:p>
        </w:tc>
        <w:tc>
          <w:tcPr>
            <w:tcW w:w="2409" w:type="dxa"/>
          </w:tcPr>
          <w:p w14:paraId="10A30C6F" w14:textId="77777777" w:rsidR="003E580F" w:rsidRPr="00AD6FF3" w:rsidRDefault="003E580F" w:rsidP="003E580F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 28.730,00</w:t>
            </w:r>
          </w:p>
        </w:tc>
      </w:tr>
      <w:tr w:rsidR="003E580F" w14:paraId="62333EEA" w14:textId="77777777" w:rsidTr="00011AFF">
        <w:trPr>
          <w:trHeight w:hRule="exact" w:val="284"/>
        </w:trPr>
        <w:tc>
          <w:tcPr>
            <w:tcW w:w="8602" w:type="dxa"/>
          </w:tcPr>
          <w:p w14:paraId="3218853E" w14:textId="77777777" w:rsidR="003E580F" w:rsidRPr="00AD6FF3" w:rsidRDefault="003E580F" w:rsidP="000B74EE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CONTROLE DE FORMIGAS E CUPINS – MENSAL</w:t>
            </w:r>
          </w:p>
        </w:tc>
        <w:tc>
          <w:tcPr>
            <w:tcW w:w="1418" w:type="dxa"/>
          </w:tcPr>
          <w:p w14:paraId="71BC69BF" w14:textId="77777777" w:rsidR="003E580F" w:rsidRDefault="003E580F" w:rsidP="003E580F">
            <w:pPr>
              <w:jc w:val="center"/>
            </w:pPr>
            <w:r w:rsidRPr="00FF788B">
              <w:rPr>
                <w:rFonts w:asciiTheme="minorHAnsi" w:eastAsiaTheme="minorHAnsi" w:hAnsiTheme="minorHAnsi" w:cstheme="minorBidi"/>
              </w:rPr>
              <w:t>6,84</w:t>
            </w:r>
          </w:p>
        </w:tc>
        <w:tc>
          <w:tcPr>
            <w:tcW w:w="2409" w:type="dxa"/>
          </w:tcPr>
          <w:p w14:paraId="6431B680" w14:textId="77777777" w:rsidR="003E580F" w:rsidRPr="00AD6FF3" w:rsidRDefault="003E580F" w:rsidP="003E580F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              8.820,00</w:t>
            </w:r>
          </w:p>
        </w:tc>
      </w:tr>
      <w:tr w:rsidR="003E580F" w14:paraId="7CF78DC1" w14:textId="77777777" w:rsidTr="00011AFF">
        <w:trPr>
          <w:trHeight w:hRule="exact" w:val="284"/>
        </w:trPr>
        <w:tc>
          <w:tcPr>
            <w:tcW w:w="8602" w:type="dxa"/>
          </w:tcPr>
          <w:p w14:paraId="63017EDB" w14:textId="77777777" w:rsidR="003E580F" w:rsidRPr="00AD6FF3" w:rsidRDefault="003E580F" w:rsidP="00982B47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ADUBAÇÕES DE COBERTURA –06 REPETIÇÕES</w:t>
            </w:r>
          </w:p>
        </w:tc>
        <w:tc>
          <w:tcPr>
            <w:tcW w:w="1418" w:type="dxa"/>
          </w:tcPr>
          <w:p w14:paraId="4B6C8E52" w14:textId="77777777" w:rsidR="003E580F" w:rsidRDefault="003E580F" w:rsidP="003E580F">
            <w:pPr>
              <w:jc w:val="center"/>
            </w:pPr>
            <w:r w:rsidRPr="00FF788B">
              <w:rPr>
                <w:rFonts w:asciiTheme="minorHAnsi" w:eastAsiaTheme="minorHAnsi" w:hAnsiTheme="minorHAnsi" w:cstheme="minorBidi"/>
              </w:rPr>
              <w:t>6,84</w:t>
            </w:r>
          </w:p>
        </w:tc>
        <w:tc>
          <w:tcPr>
            <w:tcW w:w="2409" w:type="dxa"/>
          </w:tcPr>
          <w:p w14:paraId="1E9CB5CF" w14:textId="77777777" w:rsidR="003E580F" w:rsidRPr="00AD6FF3" w:rsidRDefault="003E580F" w:rsidP="003E580F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   9.692,20</w:t>
            </w:r>
          </w:p>
        </w:tc>
      </w:tr>
      <w:tr w:rsidR="003E580F" w14:paraId="49618A9C" w14:textId="77777777" w:rsidTr="00011AFF">
        <w:trPr>
          <w:trHeight w:hRule="exact" w:val="284"/>
        </w:trPr>
        <w:tc>
          <w:tcPr>
            <w:tcW w:w="8602" w:type="dxa"/>
          </w:tcPr>
          <w:p w14:paraId="400610DC" w14:textId="77777777" w:rsidR="003E580F" w:rsidRPr="00AD6FF3" w:rsidRDefault="003E580F" w:rsidP="000B74EE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CONDUÇÃO DA MUDA (TUTORAMENTO) – PRIMEIROS 06 MESES</w:t>
            </w:r>
          </w:p>
        </w:tc>
        <w:tc>
          <w:tcPr>
            <w:tcW w:w="1418" w:type="dxa"/>
          </w:tcPr>
          <w:p w14:paraId="43C1A98E" w14:textId="77777777" w:rsidR="003E580F" w:rsidRDefault="003E580F" w:rsidP="003E580F">
            <w:pPr>
              <w:jc w:val="center"/>
            </w:pPr>
            <w:r w:rsidRPr="00FF788B">
              <w:rPr>
                <w:rFonts w:asciiTheme="minorHAnsi" w:eastAsiaTheme="minorHAnsi" w:hAnsiTheme="minorHAnsi" w:cstheme="minorBidi"/>
              </w:rPr>
              <w:t>6,84</w:t>
            </w:r>
          </w:p>
        </w:tc>
        <w:tc>
          <w:tcPr>
            <w:tcW w:w="2409" w:type="dxa"/>
          </w:tcPr>
          <w:p w14:paraId="77927A0F" w14:textId="77777777" w:rsidR="003E580F" w:rsidRPr="00AD6FF3" w:rsidRDefault="003E580F" w:rsidP="003E580F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   3.580,00</w:t>
            </w:r>
          </w:p>
        </w:tc>
      </w:tr>
      <w:tr w:rsidR="005535C3" w14:paraId="0F33A4A2" w14:textId="77777777" w:rsidTr="00011AFF">
        <w:trPr>
          <w:trHeight w:hRule="exact" w:val="284"/>
        </w:trPr>
        <w:tc>
          <w:tcPr>
            <w:tcW w:w="8602" w:type="dxa"/>
          </w:tcPr>
          <w:p w14:paraId="3E0F5192" w14:textId="77777777" w:rsidR="005535C3" w:rsidRPr="00AD6FF3" w:rsidRDefault="005535C3" w:rsidP="000B74EE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MOBILIZAÇÃO/DESMOBILIZAÇÃO/ALIMENTAÇÃO PESSOAL</w:t>
            </w:r>
          </w:p>
        </w:tc>
        <w:tc>
          <w:tcPr>
            <w:tcW w:w="1418" w:type="dxa"/>
          </w:tcPr>
          <w:p w14:paraId="6CB93224" w14:textId="77777777" w:rsidR="005535C3" w:rsidRDefault="005535C3" w:rsidP="005535C3">
            <w:pPr>
              <w:jc w:val="center"/>
            </w:pPr>
          </w:p>
        </w:tc>
        <w:tc>
          <w:tcPr>
            <w:tcW w:w="2409" w:type="dxa"/>
          </w:tcPr>
          <w:p w14:paraId="17C582B2" w14:textId="77777777" w:rsidR="005535C3" w:rsidRPr="00AD6FF3" w:rsidRDefault="005535C3" w:rsidP="005535C3">
            <w:pPr>
              <w:pStyle w:val="PargrafodaLista"/>
              <w:tabs>
                <w:tab w:val="left" w:pos="1591"/>
              </w:tabs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            15.625,00</w:t>
            </w:r>
          </w:p>
        </w:tc>
      </w:tr>
      <w:tr w:rsidR="00011AFF" w:rsidRPr="00AD6FF3" w14:paraId="22EF69C0" w14:textId="77777777" w:rsidTr="00011AFF">
        <w:trPr>
          <w:trHeight w:hRule="exact" w:val="397"/>
        </w:trPr>
        <w:tc>
          <w:tcPr>
            <w:tcW w:w="8602" w:type="dxa"/>
          </w:tcPr>
          <w:p w14:paraId="4B3F96A5" w14:textId="77777777" w:rsidR="00011AFF" w:rsidRPr="00AD6FF3" w:rsidRDefault="00011AFF" w:rsidP="000B74EE">
            <w:pPr>
              <w:pStyle w:val="PargrafodaLista"/>
              <w:ind w:left="0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 w:rsidRPr="00AD6FF3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TOTAL</w:t>
            </w:r>
          </w:p>
        </w:tc>
        <w:tc>
          <w:tcPr>
            <w:tcW w:w="1418" w:type="dxa"/>
          </w:tcPr>
          <w:p w14:paraId="61830FD5" w14:textId="77777777" w:rsidR="00011AFF" w:rsidRPr="00AD6FF3" w:rsidRDefault="00011AFF" w:rsidP="000B74EE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14:paraId="7C033AB0" w14:textId="77777777" w:rsidR="00011AFF" w:rsidRPr="00AD6FF3" w:rsidRDefault="003E580F" w:rsidP="00AF3375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 w:rsidRPr="003E580F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1</w:t>
            </w:r>
            <w:r w:rsidR="00AF3375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9</w:t>
            </w:r>
            <w:r w:rsidRPr="003E580F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3.043,20</w:t>
            </w:r>
          </w:p>
        </w:tc>
      </w:tr>
    </w:tbl>
    <w:p w14:paraId="55B8AF4F" w14:textId="77777777" w:rsidR="00DB2448" w:rsidRDefault="00DB2448" w:rsidP="00581C72">
      <w:pPr>
        <w:pStyle w:val="PargrafodaLista"/>
        <w:rPr>
          <w:rFonts w:asciiTheme="minorHAnsi" w:hAnsiTheme="minorHAnsi" w:cstheme="minorBidi"/>
        </w:rPr>
      </w:pPr>
    </w:p>
    <w:p w14:paraId="292A4B42" w14:textId="77777777" w:rsidR="00A83AF0" w:rsidRDefault="00A83AF0" w:rsidP="00581C72">
      <w:pPr>
        <w:pStyle w:val="PargrafodaLista"/>
        <w:rPr>
          <w:rFonts w:asciiTheme="minorHAnsi" w:hAnsiTheme="minorHAnsi" w:cstheme="minorBidi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2"/>
        <w:gridCol w:w="2268"/>
        <w:gridCol w:w="2551"/>
        <w:gridCol w:w="2268"/>
      </w:tblGrid>
      <w:tr w:rsidR="00A83AF0" w14:paraId="1606BF21" w14:textId="77777777" w:rsidTr="00BB5A54">
        <w:trPr>
          <w:trHeight w:hRule="exact" w:val="454"/>
        </w:trPr>
        <w:tc>
          <w:tcPr>
            <w:tcW w:w="5342" w:type="dxa"/>
          </w:tcPr>
          <w:p w14:paraId="5695E97C" w14:textId="77777777" w:rsidR="00A83AF0" w:rsidRPr="00AD6FF3" w:rsidRDefault="00A83AF0" w:rsidP="000B74EE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sz w:val="28"/>
                <w:szCs w:val="28"/>
              </w:rPr>
              <w:t>2</w:t>
            </w:r>
            <w:r w:rsidRPr="00AD6FF3">
              <w:rPr>
                <w:rFonts w:asciiTheme="minorHAnsi" w:eastAsiaTheme="minorHAnsi" w:hAnsiTheme="minorHAnsi" w:cstheme="minorBidi"/>
                <w:sz w:val="28"/>
                <w:szCs w:val="28"/>
              </w:rPr>
              <w:t>.2 – INSUMOS</w:t>
            </w:r>
            <w:r w:rsidR="00825B26">
              <w:rPr>
                <w:rFonts w:asciiTheme="minorHAnsi" w:eastAsiaTheme="minorHAnsi" w:hAnsiTheme="minorHAnsi" w:cstheme="minorBidi"/>
                <w:sz w:val="28"/>
                <w:szCs w:val="28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sz w:val="28"/>
                <w:szCs w:val="28"/>
              </w:rPr>
              <w:t>MANUTENÇÃO</w:t>
            </w:r>
          </w:p>
        </w:tc>
        <w:tc>
          <w:tcPr>
            <w:tcW w:w="2268" w:type="dxa"/>
          </w:tcPr>
          <w:p w14:paraId="502B10F7" w14:textId="77777777" w:rsidR="00A83AF0" w:rsidRPr="00AD6FF3" w:rsidRDefault="00A83AF0" w:rsidP="000B74EE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AD6FF3">
              <w:rPr>
                <w:rFonts w:asciiTheme="minorHAnsi" w:eastAsiaTheme="minorHAnsi" w:hAnsiTheme="minorHAnsi" w:cstheme="minorBidi"/>
                <w:sz w:val="28"/>
                <w:szCs w:val="28"/>
              </w:rPr>
              <w:t>QUANTIDADE</w:t>
            </w:r>
          </w:p>
        </w:tc>
        <w:tc>
          <w:tcPr>
            <w:tcW w:w="2551" w:type="dxa"/>
          </w:tcPr>
          <w:p w14:paraId="1F36A22F" w14:textId="77777777" w:rsidR="00A83AF0" w:rsidRPr="00AD6FF3" w:rsidRDefault="00A83AF0" w:rsidP="000B74EE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AD6FF3">
              <w:rPr>
                <w:rFonts w:asciiTheme="minorHAnsi" w:eastAsiaTheme="minorHAnsi" w:hAnsiTheme="minorHAnsi" w:cstheme="minorBidi"/>
                <w:sz w:val="28"/>
                <w:szCs w:val="28"/>
              </w:rPr>
              <w:t>VALOR UNID. (R$)</w:t>
            </w:r>
          </w:p>
        </w:tc>
        <w:tc>
          <w:tcPr>
            <w:tcW w:w="2268" w:type="dxa"/>
          </w:tcPr>
          <w:p w14:paraId="0DF89F5F" w14:textId="77777777" w:rsidR="00A83AF0" w:rsidRPr="00AD6FF3" w:rsidRDefault="00A83AF0" w:rsidP="000B74EE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8"/>
                <w:szCs w:val="28"/>
              </w:rPr>
            </w:pPr>
            <w:r w:rsidRPr="00AD6FF3">
              <w:rPr>
                <w:rFonts w:asciiTheme="minorHAnsi" w:eastAsiaTheme="minorHAnsi" w:hAnsiTheme="minorHAnsi" w:cstheme="minorBidi"/>
                <w:sz w:val="28"/>
                <w:szCs w:val="28"/>
              </w:rPr>
              <w:t>TOTAL (R$)</w:t>
            </w:r>
          </w:p>
        </w:tc>
      </w:tr>
      <w:tr w:rsidR="00A83AF0" w14:paraId="62ADCC25" w14:textId="77777777" w:rsidTr="00BB5A54">
        <w:trPr>
          <w:trHeight w:hRule="exact" w:val="57"/>
        </w:trPr>
        <w:tc>
          <w:tcPr>
            <w:tcW w:w="5342" w:type="dxa"/>
          </w:tcPr>
          <w:p w14:paraId="1BDF10A2" w14:textId="77777777" w:rsidR="00A83AF0" w:rsidRPr="00AD6FF3" w:rsidRDefault="00A83AF0" w:rsidP="000B74EE">
            <w:pPr>
              <w:pStyle w:val="PargrafodaLista"/>
              <w:ind w:left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268" w:type="dxa"/>
          </w:tcPr>
          <w:p w14:paraId="578DE0CE" w14:textId="77777777" w:rsidR="00A83AF0" w:rsidRPr="00AD6FF3" w:rsidRDefault="00A83AF0" w:rsidP="000B74EE">
            <w:pPr>
              <w:pStyle w:val="PargrafodaLista"/>
              <w:ind w:left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551" w:type="dxa"/>
          </w:tcPr>
          <w:p w14:paraId="78F62363" w14:textId="77777777" w:rsidR="00A83AF0" w:rsidRPr="00AD6FF3" w:rsidRDefault="00A83AF0" w:rsidP="000B74EE">
            <w:pPr>
              <w:pStyle w:val="PargrafodaLista"/>
              <w:ind w:left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268" w:type="dxa"/>
          </w:tcPr>
          <w:p w14:paraId="15B88407" w14:textId="77777777" w:rsidR="00A83AF0" w:rsidRPr="00AD6FF3" w:rsidRDefault="00A83AF0" w:rsidP="000B74EE">
            <w:pPr>
              <w:pStyle w:val="PargrafodaLista"/>
              <w:ind w:left="0"/>
              <w:rPr>
                <w:rFonts w:asciiTheme="minorHAnsi" w:eastAsiaTheme="minorHAnsi" w:hAnsiTheme="minorHAnsi" w:cstheme="minorBidi"/>
              </w:rPr>
            </w:pPr>
          </w:p>
        </w:tc>
      </w:tr>
      <w:tr w:rsidR="002634E7" w14:paraId="79657181" w14:textId="77777777" w:rsidTr="003D43F6">
        <w:trPr>
          <w:trHeight w:hRule="exact" w:val="284"/>
        </w:trPr>
        <w:tc>
          <w:tcPr>
            <w:tcW w:w="5342" w:type="dxa"/>
          </w:tcPr>
          <w:p w14:paraId="407D8BD8" w14:textId="77777777" w:rsidR="002634E7" w:rsidRPr="00AD6FF3" w:rsidRDefault="002634E7" w:rsidP="002634E7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- 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ROUND UP WG</w:t>
            </w:r>
          </w:p>
        </w:tc>
        <w:tc>
          <w:tcPr>
            <w:tcW w:w="2268" w:type="dxa"/>
          </w:tcPr>
          <w:p w14:paraId="2B6AC698" w14:textId="77777777" w:rsidR="002634E7" w:rsidRPr="00AD6FF3" w:rsidRDefault="002634E7" w:rsidP="002634E7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270</w:t>
            </w: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,0 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Kg</w:t>
            </w:r>
          </w:p>
        </w:tc>
        <w:tc>
          <w:tcPr>
            <w:tcW w:w="2551" w:type="dxa"/>
          </w:tcPr>
          <w:p w14:paraId="3A5188FD" w14:textId="77777777" w:rsidR="002634E7" w:rsidRPr="00AD6FF3" w:rsidRDefault="002634E7" w:rsidP="002634E7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36</w:t>
            </w: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,00</w:t>
            </w:r>
          </w:p>
        </w:tc>
        <w:tc>
          <w:tcPr>
            <w:tcW w:w="2268" w:type="dxa"/>
            <w:vAlign w:val="center"/>
          </w:tcPr>
          <w:p w14:paraId="65012E98" w14:textId="6B0923CA" w:rsidR="002634E7" w:rsidRPr="002634E7" w:rsidRDefault="002634E7" w:rsidP="002634E7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2634E7">
              <w:rPr>
                <w:rFonts w:cs="Calibri"/>
                <w:color w:val="000000"/>
                <w:sz w:val="24"/>
                <w:szCs w:val="24"/>
              </w:rPr>
              <w:t>8720,00</w:t>
            </w:r>
          </w:p>
        </w:tc>
      </w:tr>
      <w:tr w:rsidR="002634E7" w14:paraId="7F9D2410" w14:textId="77777777" w:rsidTr="003D43F6">
        <w:trPr>
          <w:trHeight w:hRule="exact" w:val="284"/>
        </w:trPr>
        <w:tc>
          <w:tcPr>
            <w:tcW w:w="5342" w:type="dxa"/>
          </w:tcPr>
          <w:p w14:paraId="43C05E78" w14:textId="77777777" w:rsidR="002634E7" w:rsidRPr="00AD6FF3" w:rsidRDefault="002634E7" w:rsidP="002634E7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- ISCA GRANULADA</w:t>
            </w:r>
          </w:p>
        </w:tc>
        <w:tc>
          <w:tcPr>
            <w:tcW w:w="2268" w:type="dxa"/>
          </w:tcPr>
          <w:p w14:paraId="45F4FE21" w14:textId="77777777" w:rsidR="002634E7" w:rsidRPr="00AD6FF3" w:rsidRDefault="002634E7" w:rsidP="002634E7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96,0</w:t>
            </w: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Kg</w:t>
            </w:r>
          </w:p>
        </w:tc>
        <w:tc>
          <w:tcPr>
            <w:tcW w:w="2551" w:type="dxa"/>
          </w:tcPr>
          <w:p w14:paraId="62C61E57" w14:textId="77777777" w:rsidR="002634E7" w:rsidRPr="00AD6FF3" w:rsidRDefault="002634E7" w:rsidP="002634E7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10</w:t>
            </w: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,00</w:t>
            </w:r>
          </w:p>
        </w:tc>
        <w:tc>
          <w:tcPr>
            <w:tcW w:w="2268" w:type="dxa"/>
            <w:vAlign w:val="center"/>
          </w:tcPr>
          <w:p w14:paraId="6586CE17" w14:textId="490EFB6A" w:rsidR="002634E7" w:rsidRPr="002634E7" w:rsidRDefault="002634E7" w:rsidP="002634E7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2634E7">
              <w:rPr>
                <w:rFonts w:cs="Calibri"/>
                <w:color w:val="000000"/>
                <w:sz w:val="24"/>
                <w:szCs w:val="24"/>
              </w:rPr>
              <w:t>901,00</w:t>
            </w:r>
          </w:p>
        </w:tc>
      </w:tr>
      <w:tr w:rsidR="002634E7" w14:paraId="6C362E3B" w14:textId="77777777" w:rsidTr="003D43F6">
        <w:trPr>
          <w:trHeight w:hRule="exact" w:val="284"/>
        </w:trPr>
        <w:tc>
          <w:tcPr>
            <w:tcW w:w="5342" w:type="dxa"/>
          </w:tcPr>
          <w:p w14:paraId="4A7D869A" w14:textId="77777777" w:rsidR="002634E7" w:rsidRPr="00AD6FF3" w:rsidRDefault="002634E7" w:rsidP="002634E7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- INSETICIDA – CUPINICIDA</w:t>
            </w:r>
          </w:p>
        </w:tc>
        <w:tc>
          <w:tcPr>
            <w:tcW w:w="2268" w:type="dxa"/>
          </w:tcPr>
          <w:p w14:paraId="4CA1A779" w14:textId="77777777" w:rsidR="002634E7" w:rsidRPr="00AD6FF3" w:rsidRDefault="002634E7" w:rsidP="002634E7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400,00</w:t>
            </w: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Grs.</w:t>
            </w:r>
          </w:p>
        </w:tc>
        <w:tc>
          <w:tcPr>
            <w:tcW w:w="2551" w:type="dxa"/>
          </w:tcPr>
          <w:p w14:paraId="70A2AB84" w14:textId="77777777" w:rsidR="002634E7" w:rsidRPr="00AD6FF3" w:rsidRDefault="002634E7" w:rsidP="002634E7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5</w:t>
            </w: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,0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0</w:t>
            </w:r>
          </w:p>
        </w:tc>
        <w:tc>
          <w:tcPr>
            <w:tcW w:w="2268" w:type="dxa"/>
            <w:vAlign w:val="center"/>
          </w:tcPr>
          <w:p w14:paraId="2B9AC9A3" w14:textId="6BC08D44" w:rsidR="002634E7" w:rsidRPr="002634E7" w:rsidRDefault="002634E7" w:rsidP="002634E7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2634E7">
              <w:rPr>
                <w:rFonts w:cs="Calibri"/>
                <w:color w:val="000000"/>
                <w:sz w:val="24"/>
                <w:szCs w:val="24"/>
              </w:rPr>
              <w:t>2000,00</w:t>
            </w:r>
          </w:p>
        </w:tc>
      </w:tr>
      <w:tr w:rsidR="002634E7" w14:paraId="0A4BEAF8" w14:textId="77777777" w:rsidTr="003D43F6">
        <w:trPr>
          <w:trHeight w:hRule="exact" w:val="284"/>
        </w:trPr>
        <w:tc>
          <w:tcPr>
            <w:tcW w:w="5342" w:type="dxa"/>
          </w:tcPr>
          <w:p w14:paraId="75987A3A" w14:textId="77777777" w:rsidR="002634E7" w:rsidRPr="00AD6FF3" w:rsidRDefault="002634E7" w:rsidP="002634E7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- FERTILIZANTE – COBERTURA</w:t>
            </w:r>
          </w:p>
        </w:tc>
        <w:tc>
          <w:tcPr>
            <w:tcW w:w="2268" w:type="dxa"/>
          </w:tcPr>
          <w:p w14:paraId="7595F961" w14:textId="77777777" w:rsidR="002634E7" w:rsidRPr="00AD6FF3" w:rsidRDefault="002634E7" w:rsidP="002634E7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268,0</w:t>
            </w:r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</w:t>
            </w:r>
            <w:proofErr w:type="spellStart"/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Scs</w:t>
            </w:r>
            <w:proofErr w:type="spellEnd"/>
            <w:r w:rsidRPr="00AD6FF3">
              <w:rPr>
                <w:rFonts w:asciiTheme="minorHAnsi" w:eastAsiaTheme="minorHAnsi" w:hAnsiTheme="minorHAnsi" w:cstheme="minorBidi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14:paraId="158CF740" w14:textId="77777777" w:rsidR="002634E7" w:rsidRPr="00AD6FF3" w:rsidRDefault="002634E7" w:rsidP="002634E7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98,50</w:t>
            </w:r>
          </w:p>
        </w:tc>
        <w:tc>
          <w:tcPr>
            <w:tcW w:w="2268" w:type="dxa"/>
            <w:vAlign w:val="center"/>
          </w:tcPr>
          <w:p w14:paraId="5BF61336" w14:textId="56C7B4B0" w:rsidR="002634E7" w:rsidRPr="002634E7" w:rsidRDefault="002634E7" w:rsidP="002634E7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2634E7">
              <w:rPr>
                <w:rFonts w:cs="Calibri"/>
                <w:color w:val="000000"/>
                <w:sz w:val="24"/>
                <w:szCs w:val="24"/>
              </w:rPr>
              <w:t>19737,00</w:t>
            </w:r>
          </w:p>
        </w:tc>
      </w:tr>
      <w:tr w:rsidR="002634E7" w14:paraId="47B9D336" w14:textId="77777777" w:rsidTr="003D43F6">
        <w:trPr>
          <w:trHeight w:hRule="exact" w:val="284"/>
        </w:trPr>
        <w:tc>
          <w:tcPr>
            <w:tcW w:w="5342" w:type="dxa"/>
          </w:tcPr>
          <w:p w14:paraId="1D81D23C" w14:textId="77777777" w:rsidR="002634E7" w:rsidRDefault="002634E7" w:rsidP="002634E7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MANUTENÇÃO FERRAMENTAS</w:t>
            </w:r>
          </w:p>
        </w:tc>
        <w:tc>
          <w:tcPr>
            <w:tcW w:w="2268" w:type="dxa"/>
          </w:tcPr>
          <w:p w14:paraId="186B0CBC" w14:textId="77777777" w:rsidR="002634E7" w:rsidRDefault="002634E7" w:rsidP="002634E7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DD43FF8" w14:textId="77777777" w:rsidR="002634E7" w:rsidRDefault="002634E7" w:rsidP="002634E7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2A6E55C" w14:textId="2BAA34C8" w:rsidR="002634E7" w:rsidRPr="002634E7" w:rsidRDefault="002634E7" w:rsidP="002634E7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2634E7">
              <w:rPr>
                <w:rFonts w:cs="Calibri"/>
                <w:color w:val="000000"/>
                <w:sz w:val="24"/>
                <w:szCs w:val="24"/>
              </w:rPr>
              <w:t>4630,00</w:t>
            </w:r>
          </w:p>
        </w:tc>
      </w:tr>
      <w:tr w:rsidR="002634E7" w14:paraId="0F3EC216" w14:textId="77777777" w:rsidTr="003D43F6">
        <w:trPr>
          <w:trHeight w:hRule="exact" w:val="284"/>
        </w:trPr>
        <w:tc>
          <w:tcPr>
            <w:tcW w:w="5342" w:type="dxa"/>
          </w:tcPr>
          <w:p w14:paraId="3EE8A1D3" w14:textId="77777777" w:rsidR="002634E7" w:rsidRDefault="002634E7" w:rsidP="002634E7">
            <w:pPr>
              <w:pStyle w:val="PargrafodaLista"/>
              <w:ind w:left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MANUTENÇÃO IMPLEMENTOS</w:t>
            </w:r>
          </w:p>
        </w:tc>
        <w:tc>
          <w:tcPr>
            <w:tcW w:w="2268" w:type="dxa"/>
          </w:tcPr>
          <w:p w14:paraId="7D94E202" w14:textId="77777777" w:rsidR="002634E7" w:rsidRDefault="002634E7" w:rsidP="002634E7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3AF5612" w14:textId="77777777" w:rsidR="002634E7" w:rsidRDefault="002634E7" w:rsidP="002634E7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885C762" w14:textId="114E5E68" w:rsidR="002634E7" w:rsidRPr="002634E7" w:rsidRDefault="002634E7" w:rsidP="002634E7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2634E7">
              <w:rPr>
                <w:rFonts w:cs="Calibri"/>
                <w:color w:val="000000"/>
                <w:sz w:val="24"/>
                <w:szCs w:val="24"/>
              </w:rPr>
              <w:t>6740,00</w:t>
            </w:r>
          </w:p>
        </w:tc>
      </w:tr>
      <w:tr w:rsidR="00A83AF0" w:rsidRPr="00AD6FF3" w14:paraId="6A7995B0" w14:textId="77777777" w:rsidTr="00BB5A54">
        <w:trPr>
          <w:trHeight w:hRule="exact" w:val="397"/>
        </w:trPr>
        <w:tc>
          <w:tcPr>
            <w:tcW w:w="5342" w:type="dxa"/>
          </w:tcPr>
          <w:p w14:paraId="75A88468" w14:textId="77777777" w:rsidR="00A83AF0" w:rsidRPr="00AD6FF3" w:rsidRDefault="00A83AF0" w:rsidP="000B74EE">
            <w:pPr>
              <w:pStyle w:val="PargrafodaLista"/>
              <w:ind w:left="0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 w:rsidRPr="00AD6FF3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TOTAL</w:t>
            </w:r>
          </w:p>
        </w:tc>
        <w:tc>
          <w:tcPr>
            <w:tcW w:w="2268" w:type="dxa"/>
          </w:tcPr>
          <w:p w14:paraId="5CEC6F62" w14:textId="77777777" w:rsidR="00A83AF0" w:rsidRPr="00AD6FF3" w:rsidRDefault="00A83AF0" w:rsidP="000B74EE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14:paraId="7579E820" w14:textId="77777777" w:rsidR="00A83AF0" w:rsidRPr="00AD6FF3" w:rsidRDefault="00A83AF0" w:rsidP="000B74EE">
            <w:pPr>
              <w:pStyle w:val="PargrafodaLista"/>
              <w:ind w:left="0"/>
              <w:jc w:val="center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14:paraId="60CB188C" w14:textId="77777777" w:rsidR="00A83AF0" w:rsidRPr="00AD6FF3" w:rsidRDefault="003E102D" w:rsidP="00AF3375">
            <w:pPr>
              <w:pStyle w:val="PargrafodaLista"/>
              <w:ind w:left="0"/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 xml:space="preserve">       </w:t>
            </w:r>
            <w:r w:rsidR="003E580F" w:rsidRPr="003E580F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42</w:t>
            </w:r>
            <w:r w:rsidR="003E580F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.</w:t>
            </w:r>
            <w:r w:rsidR="00AF3375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7</w:t>
            </w:r>
            <w:r w:rsidR="003E580F" w:rsidRPr="003E580F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28</w:t>
            </w:r>
            <w:r w:rsidR="00825B26" w:rsidRPr="00825B26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,00</w:t>
            </w:r>
          </w:p>
        </w:tc>
      </w:tr>
    </w:tbl>
    <w:p w14:paraId="5570712E" w14:textId="77777777" w:rsidR="00A83AF0" w:rsidRDefault="00A83AF0" w:rsidP="00581C72">
      <w:pPr>
        <w:pStyle w:val="PargrafodaLista"/>
        <w:rPr>
          <w:rFonts w:asciiTheme="minorHAnsi" w:hAnsiTheme="minorHAnsi" w:cstheme="minorBidi"/>
        </w:rPr>
      </w:pPr>
    </w:p>
    <w:p w14:paraId="47C76B6E" w14:textId="057220AF" w:rsidR="00663160" w:rsidRDefault="00663160" w:rsidP="000A754F">
      <w:pPr>
        <w:pStyle w:val="PargrafodaLista"/>
        <w:ind w:right="963"/>
        <w:rPr>
          <w:b/>
          <w:sz w:val="28"/>
          <w:szCs w:val="28"/>
          <w:u w:val="single"/>
        </w:rPr>
      </w:pPr>
    </w:p>
    <w:p w14:paraId="065C996B" w14:textId="77777777" w:rsidR="00217E14" w:rsidRDefault="00217E14" w:rsidP="000A754F">
      <w:pPr>
        <w:pStyle w:val="PargrafodaLista"/>
        <w:ind w:right="963"/>
        <w:rPr>
          <w:b/>
          <w:sz w:val="28"/>
          <w:szCs w:val="28"/>
          <w:u w:val="single"/>
        </w:rPr>
      </w:pPr>
    </w:p>
    <w:p w14:paraId="4871261D" w14:textId="77777777" w:rsidR="008B7E20" w:rsidRDefault="008B7E20" w:rsidP="00663160">
      <w:pPr>
        <w:pStyle w:val="PargrafodaLista"/>
        <w:ind w:right="963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 xml:space="preserve">VALOR PARA PLANTIO </w:t>
      </w:r>
      <w:r w:rsidR="008B04E3">
        <w:rPr>
          <w:b/>
          <w:sz w:val="28"/>
          <w:szCs w:val="28"/>
          <w:u w:val="single"/>
        </w:rPr>
        <w:t>+</w:t>
      </w:r>
      <w:r>
        <w:rPr>
          <w:b/>
          <w:sz w:val="28"/>
          <w:szCs w:val="28"/>
          <w:u w:val="single"/>
        </w:rPr>
        <w:t xml:space="preserve"> MANUTENÇÃO D</w:t>
      </w:r>
      <w:r w:rsidR="00FD44BD">
        <w:rPr>
          <w:b/>
          <w:sz w:val="28"/>
          <w:szCs w:val="28"/>
          <w:u w:val="single"/>
        </w:rPr>
        <w:t>AS</w:t>
      </w:r>
      <w:r>
        <w:rPr>
          <w:b/>
          <w:sz w:val="28"/>
          <w:szCs w:val="28"/>
          <w:u w:val="single"/>
        </w:rPr>
        <w:t xml:space="preserve"> </w:t>
      </w:r>
      <w:r w:rsidR="00AF3375">
        <w:rPr>
          <w:b/>
          <w:sz w:val="28"/>
          <w:szCs w:val="28"/>
          <w:u w:val="single"/>
        </w:rPr>
        <w:t xml:space="preserve">11.400 </w:t>
      </w:r>
      <w:r>
        <w:rPr>
          <w:b/>
          <w:sz w:val="28"/>
          <w:szCs w:val="28"/>
          <w:u w:val="single"/>
        </w:rPr>
        <w:t>MUDAS FLORESTAIS NATIVAS</w:t>
      </w:r>
      <w:r w:rsidR="0060582A">
        <w:rPr>
          <w:b/>
          <w:sz w:val="28"/>
          <w:szCs w:val="28"/>
          <w:u w:val="single"/>
        </w:rPr>
        <w:t xml:space="preserve"> (</w:t>
      </w:r>
      <w:r w:rsidR="00BA322B">
        <w:rPr>
          <w:b/>
          <w:sz w:val="28"/>
          <w:szCs w:val="28"/>
          <w:u w:val="single"/>
        </w:rPr>
        <w:t>24 MESES</w:t>
      </w:r>
      <w:r w:rsidR="0060582A">
        <w:rPr>
          <w:b/>
          <w:sz w:val="28"/>
          <w:szCs w:val="28"/>
          <w:u w:val="single"/>
        </w:rPr>
        <w:t>)</w:t>
      </w:r>
      <w:r w:rsidR="00FD44BD">
        <w:rPr>
          <w:b/>
          <w:sz w:val="28"/>
          <w:szCs w:val="28"/>
          <w:u w:val="single"/>
        </w:rPr>
        <w:t>:</w:t>
      </w:r>
    </w:p>
    <w:p w14:paraId="37D0077E" w14:textId="77777777" w:rsidR="008B7E20" w:rsidRDefault="008B7E20" w:rsidP="00663160">
      <w:pPr>
        <w:pStyle w:val="PargrafodaLista"/>
        <w:ind w:right="963"/>
        <w:rPr>
          <w:b/>
          <w:sz w:val="28"/>
          <w:szCs w:val="28"/>
          <w:u w:val="single"/>
        </w:rPr>
      </w:pPr>
    </w:p>
    <w:p w14:paraId="42BC4843" w14:textId="77777777" w:rsidR="008B7E20" w:rsidRDefault="008B7E20" w:rsidP="00663160">
      <w:pPr>
        <w:pStyle w:val="PargrafodaLista"/>
        <w:ind w:right="96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R$ </w:t>
      </w:r>
      <w:r w:rsidR="00AF3375">
        <w:rPr>
          <w:b/>
          <w:sz w:val="28"/>
          <w:szCs w:val="28"/>
        </w:rPr>
        <w:t>330.000,00</w:t>
      </w:r>
      <w:r w:rsidR="00156835" w:rsidRPr="0015683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</w:t>
      </w:r>
      <w:r w:rsidR="00AF3375">
        <w:rPr>
          <w:b/>
          <w:sz w:val="28"/>
          <w:szCs w:val="28"/>
        </w:rPr>
        <w:t>TREZENTOS E TRINTA MIL REAIS</w:t>
      </w:r>
      <w:r>
        <w:rPr>
          <w:b/>
          <w:sz w:val="28"/>
          <w:szCs w:val="28"/>
        </w:rPr>
        <w:t>)</w:t>
      </w:r>
      <w:r w:rsidR="008B04E3">
        <w:rPr>
          <w:b/>
          <w:sz w:val="28"/>
          <w:szCs w:val="28"/>
        </w:rPr>
        <w:t>.</w:t>
      </w:r>
    </w:p>
    <w:p w14:paraId="4C2D03DD" w14:textId="77777777" w:rsidR="008B04E3" w:rsidRDefault="008B04E3" w:rsidP="00663160">
      <w:pPr>
        <w:pStyle w:val="PargrafodaLista"/>
        <w:ind w:right="963"/>
        <w:rPr>
          <w:b/>
          <w:sz w:val="28"/>
          <w:szCs w:val="28"/>
        </w:rPr>
      </w:pPr>
    </w:p>
    <w:p w14:paraId="75FA00BC" w14:textId="77777777" w:rsidR="008B04E3" w:rsidRDefault="008B04E3" w:rsidP="00663160">
      <w:pPr>
        <w:pStyle w:val="PargrafodaLista"/>
        <w:ind w:right="96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R$ </w:t>
      </w:r>
      <w:r w:rsidR="00AF3375">
        <w:rPr>
          <w:b/>
          <w:sz w:val="28"/>
          <w:szCs w:val="28"/>
        </w:rPr>
        <w:t>28,94</w:t>
      </w:r>
      <w:r>
        <w:rPr>
          <w:b/>
          <w:sz w:val="28"/>
          <w:szCs w:val="28"/>
        </w:rPr>
        <w:t>/MUDA PLANTADA</w:t>
      </w:r>
      <w:r w:rsidR="00156835">
        <w:rPr>
          <w:b/>
          <w:sz w:val="28"/>
          <w:szCs w:val="28"/>
        </w:rPr>
        <w:t xml:space="preserve"> E CUIDADA</w:t>
      </w:r>
    </w:p>
    <w:p w14:paraId="4865A224" w14:textId="77777777" w:rsidR="00690460" w:rsidRPr="001E7FFE" w:rsidRDefault="00690460" w:rsidP="001E7FFE">
      <w:pPr>
        <w:ind w:right="963"/>
        <w:rPr>
          <w:b/>
          <w:sz w:val="28"/>
          <w:szCs w:val="28"/>
        </w:rPr>
      </w:pPr>
    </w:p>
    <w:p w14:paraId="7E0A2008" w14:textId="77777777" w:rsidR="00663160" w:rsidRPr="00EA687D" w:rsidRDefault="00663160" w:rsidP="00663160">
      <w:pPr>
        <w:pStyle w:val="PargrafodaLista"/>
        <w:ind w:right="963"/>
        <w:rPr>
          <w:b/>
          <w:sz w:val="28"/>
          <w:szCs w:val="28"/>
          <w:u w:val="single"/>
        </w:rPr>
      </w:pPr>
      <w:r w:rsidRPr="00EA687D">
        <w:rPr>
          <w:b/>
          <w:sz w:val="28"/>
          <w:szCs w:val="28"/>
          <w:u w:val="single"/>
        </w:rPr>
        <w:t>PROPONENTE - FLORA TIETÊ ASSOCIAÇÃO DE RECUPERAÇÃO FLORESTAL</w:t>
      </w:r>
    </w:p>
    <w:p w14:paraId="657BD4C1" w14:textId="77777777" w:rsidR="00663160" w:rsidRPr="00EA687D" w:rsidRDefault="00663160" w:rsidP="00663160">
      <w:pPr>
        <w:pStyle w:val="PargrafodaLista"/>
        <w:ind w:right="963"/>
        <w:rPr>
          <w:b/>
          <w:sz w:val="28"/>
          <w:szCs w:val="28"/>
        </w:rPr>
      </w:pPr>
    </w:p>
    <w:p w14:paraId="5A9DE812" w14:textId="77777777" w:rsidR="00663160" w:rsidRPr="00EA687D" w:rsidRDefault="00E510CD" w:rsidP="00663160">
      <w:pPr>
        <w:pStyle w:val="PargrafodaLista"/>
        <w:ind w:right="963"/>
        <w:rPr>
          <w:b/>
          <w:sz w:val="28"/>
          <w:szCs w:val="28"/>
        </w:rPr>
      </w:pPr>
      <w:r>
        <w:rPr>
          <w:b/>
          <w:sz w:val="28"/>
          <w:szCs w:val="28"/>
        </w:rPr>
        <w:t>ENDEREÇO –</w:t>
      </w:r>
      <w:r w:rsidR="00663160" w:rsidRPr="00EA687D">
        <w:rPr>
          <w:b/>
          <w:sz w:val="28"/>
          <w:szCs w:val="28"/>
        </w:rPr>
        <w:t xml:space="preserve"> AV. PRES. GETÚLIO VARGAS, 151-A             BAIRRO - PARQUE INDUSTRIAL</w:t>
      </w:r>
    </w:p>
    <w:p w14:paraId="76DCF352" w14:textId="77777777" w:rsidR="003E102D" w:rsidRDefault="00663160" w:rsidP="003E102D">
      <w:pPr>
        <w:pStyle w:val="PargrafodaLista"/>
        <w:ind w:right="963"/>
        <w:rPr>
          <w:b/>
          <w:sz w:val="28"/>
          <w:szCs w:val="28"/>
        </w:rPr>
      </w:pPr>
      <w:r w:rsidRPr="00EA687D">
        <w:rPr>
          <w:b/>
          <w:sz w:val="28"/>
          <w:szCs w:val="28"/>
        </w:rPr>
        <w:t>CIDADE - PENÁPOLIS               ESTADO - SÃO PAULO                    CEP. 16.300-000</w:t>
      </w:r>
    </w:p>
    <w:p w14:paraId="156F8980" w14:textId="77777777" w:rsidR="00786C9D" w:rsidRDefault="00786C9D" w:rsidP="003E102D">
      <w:pPr>
        <w:pStyle w:val="PargrafodaLista"/>
        <w:ind w:right="963"/>
        <w:rPr>
          <w:b/>
          <w:sz w:val="28"/>
          <w:szCs w:val="28"/>
        </w:rPr>
      </w:pPr>
    </w:p>
    <w:p w14:paraId="72FABEF3" w14:textId="77777777" w:rsidR="00786C9D" w:rsidRDefault="00786C9D" w:rsidP="003E102D">
      <w:pPr>
        <w:pStyle w:val="PargrafodaLista"/>
        <w:ind w:right="96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SOLICITANTE – </w:t>
      </w:r>
      <w:r w:rsidR="00156835">
        <w:rPr>
          <w:b/>
          <w:sz w:val="28"/>
          <w:szCs w:val="28"/>
        </w:rPr>
        <w:t xml:space="preserve">PREFEITURA MUNICIPAL DE </w:t>
      </w:r>
      <w:r w:rsidR="00AF3375">
        <w:rPr>
          <w:b/>
          <w:sz w:val="28"/>
          <w:szCs w:val="28"/>
        </w:rPr>
        <w:t>BIRIGUI</w:t>
      </w:r>
    </w:p>
    <w:p w14:paraId="187C6D1C" w14:textId="268CFCD4" w:rsidR="004C0A76" w:rsidRDefault="00156835" w:rsidP="003E102D">
      <w:pPr>
        <w:pStyle w:val="PargrafodaLista"/>
        <w:ind w:right="963"/>
        <w:rPr>
          <w:b/>
          <w:sz w:val="28"/>
          <w:szCs w:val="28"/>
        </w:rPr>
      </w:pPr>
      <w:r>
        <w:rPr>
          <w:b/>
          <w:sz w:val="28"/>
          <w:szCs w:val="28"/>
        </w:rPr>
        <w:t>SOLICITANTE</w:t>
      </w:r>
      <w:r w:rsidR="00C43C4D">
        <w:rPr>
          <w:b/>
          <w:sz w:val="28"/>
          <w:szCs w:val="28"/>
        </w:rPr>
        <w:t xml:space="preserve"> – </w:t>
      </w:r>
      <w:r w:rsidR="00AF3375">
        <w:rPr>
          <w:b/>
          <w:sz w:val="28"/>
          <w:szCs w:val="28"/>
        </w:rPr>
        <w:t>JULIANO SALOMÃO</w:t>
      </w:r>
      <w:r w:rsidR="004C0A76">
        <w:rPr>
          <w:b/>
          <w:sz w:val="28"/>
          <w:szCs w:val="28"/>
        </w:rPr>
        <w:t xml:space="preserve">             LOCAL DE PLANTIO – </w:t>
      </w:r>
      <w:r w:rsidR="00AF3375">
        <w:rPr>
          <w:b/>
          <w:sz w:val="28"/>
          <w:szCs w:val="28"/>
        </w:rPr>
        <w:t>PARQUE BIRIGUIZINHO</w:t>
      </w:r>
      <w:r>
        <w:rPr>
          <w:b/>
          <w:sz w:val="28"/>
          <w:szCs w:val="28"/>
        </w:rPr>
        <w:t xml:space="preserve"> - </w:t>
      </w:r>
      <w:r w:rsidR="00AF3375">
        <w:rPr>
          <w:b/>
          <w:sz w:val="28"/>
          <w:szCs w:val="28"/>
        </w:rPr>
        <w:t>BIRIGUI</w:t>
      </w:r>
      <w:r>
        <w:rPr>
          <w:b/>
          <w:sz w:val="28"/>
          <w:szCs w:val="28"/>
        </w:rPr>
        <w:t>-SP</w:t>
      </w:r>
      <w:r w:rsidR="004C0A76">
        <w:rPr>
          <w:b/>
          <w:sz w:val="28"/>
          <w:szCs w:val="28"/>
        </w:rPr>
        <w:t xml:space="preserve"> </w:t>
      </w:r>
    </w:p>
    <w:p w14:paraId="09CC2790" w14:textId="0F10AEA3" w:rsidR="001E7FFE" w:rsidRDefault="001E7FFE" w:rsidP="001E7FFE">
      <w:pPr>
        <w:pStyle w:val="PargrafodaLista"/>
        <w:ind w:right="963"/>
        <w:jc w:val="center"/>
        <w:rPr>
          <w:b/>
          <w:sz w:val="28"/>
          <w:szCs w:val="28"/>
        </w:rPr>
      </w:pPr>
      <w:bookmarkStart w:id="0" w:name="_GoBack"/>
      <w:r>
        <w:rPr>
          <w:b/>
          <w:noProof/>
          <w:sz w:val="28"/>
          <w:szCs w:val="28"/>
        </w:rPr>
        <w:drawing>
          <wp:inline distT="0" distB="0" distL="0" distR="0" wp14:anchorId="0E086109" wp14:editId="0B9A377F">
            <wp:extent cx="2428875" cy="1178281"/>
            <wp:effectExtent l="0" t="0" r="0" b="317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ssinatura flora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3426" cy="1185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E7FFE" w:rsidSect="00442335">
      <w:headerReference w:type="default" r:id="rId9"/>
      <w:footerReference w:type="default" r:id="rId10"/>
      <w:pgSz w:w="16840" w:h="11907" w:orient="landscape" w:code="9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9A93C9" w14:textId="77777777" w:rsidR="005B6C93" w:rsidRDefault="005B6C93">
      <w:r>
        <w:separator/>
      </w:r>
    </w:p>
  </w:endnote>
  <w:endnote w:type="continuationSeparator" w:id="0">
    <w:p w14:paraId="3D4AE5F1" w14:textId="77777777" w:rsidR="005B6C93" w:rsidRDefault="005B6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C7875" w14:textId="549DC143" w:rsidR="0096005B" w:rsidRDefault="009F3CCD" w:rsidP="005F1D25">
    <w:pPr>
      <w:pStyle w:val="Rodap"/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B5A6060" wp14:editId="7B750DC2">
              <wp:simplePos x="0" y="0"/>
              <wp:positionH relativeFrom="column">
                <wp:posOffset>-226695</wp:posOffset>
              </wp:positionH>
              <wp:positionV relativeFrom="paragraph">
                <wp:posOffset>-20955</wp:posOffset>
              </wp:positionV>
              <wp:extent cx="6057900" cy="0"/>
              <wp:effectExtent l="11430" t="17145" r="17145" b="1143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069A42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11A292" id="Line 3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-1.65pt" to="459.15pt,-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" strokecolor="#069a42" strokeweight="1.25pt"/>
          </w:pict>
        </mc:Fallback>
      </mc:AlternateContent>
    </w:r>
    <w:r w:rsidR="0012699B" w:rsidRPr="004A2DEC">
      <w:rPr>
        <w:rFonts w:ascii="Arial" w:hAnsi="Arial" w:cs="Arial"/>
        <w:sz w:val="20"/>
        <w:szCs w:val="20"/>
      </w:rPr>
      <w:t xml:space="preserve">Av. Presidente Getúlio Vargas, 151-A  </w:t>
    </w:r>
    <w:r w:rsidR="0012699B">
      <w:rPr>
        <w:rFonts w:ascii="Arial" w:hAnsi="Arial" w:cs="Arial"/>
        <w:sz w:val="20"/>
        <w:szCs w:val="20"/>
      </w:rPr>
      <w:t xml:space="preserve"> </w:t>
    </w:r>
    <w:r w:rsidR="0012699B" w:rsidRPr="004A2DEC">
      <w:rPr>
        <w:rFonts w:ascii="Arial" w:hAnsi="Arial" w:cs="Arial"/>
        <w:sz w:val="20"/>
        <w:szCs w:val="20"/>
      </w:rPr>
      <w:t xml:space="preserve"> P</w:t>
    </w:r>
    <w:r w:rsidR="0012699B">
      <w:rPr>
        <w:rFonts w:ascii="Arial" w:hAnsi="Arial" w:cs="Arial"/>
        <w:sz w:val="20"/>
        <w:szCs w:val="20"/>
      </w:rPr>
      <w:t>arque</w:t>
    </w:r>
    <w:r w:rsidR="0012699B" w:rsidRPr="004A2DEC">
      <w:rPr>
        <w:rFonts w:ascii="Arial" w:hAnsi="Arial" w:cs="Arial"/>
        <w:sz w:val="20"/>
        <w:szCs w:val="20"/>
      </w:rPr>
      <w:t xml:space="preserve"> Industrial    Penápolis-</w:t>
    </w:r>
    <w:proofErr w:type="gramStart"/>
    <w:r w:rsidR="0012699B" w:rsidRPr="004A2DEC">
      <w:rPr>
        <w:rFonts w:ascii="Arial" w:hAnsi="Arial" w:cs="Arial"/>
        <w:sz w:val="20"/>
        <w:szCs w:val="20"/>
      </w:rPr>
      <w:t>SP</w:t>
    </w:r>
    <w:r w:rsidR="0012699B">
      <w:rPr>
        <w:rFonts w:ascii="Arial" w:hAnsi="Arial" w:cs="Arial"/>
        <w:sz w:val="20"/>
        <w:szCs w:val="20"/>
      </w:rPr>
      <w:t xml:space="preserve">  </w:t>
    </w:r>
    <w:r w:rsidR="0012699B" w:rsidRPr="004A2DEC">
      <w:rPr>
        <w:rFonts w:ascii="Arial" w:hAnsi="Arial" w:cs="Arial"/>
        <w:sz w:val="20"/>
        <w:szCs w:val="20"/>
      </w:rPr>
      <w:t>CEP</w:t>
    </w:r>
    <w:proofErr w:type="gramEnd"/>
    <w:r w:rsidR="0012699B" w:rsidRPr="004A2DEC">
      <w:rPr>
        <w:rFonts w:ascii="Arial" w:hAnsi="Arial" w:cs="Arial"/>
        <w:sz w:val="20"/>
        <w:szCs w:val="20"/>
      </w:rPr>
      <w:t>. 16.300-000   Fone/Fax: (18) 3652-2623 / 3652-2948</w:t>
    </w:r>
    <w:r w:rsidR="0012699B">
      <w:rPr>
        <w:rFonts w:ascii="Arial" w:hAnsi="Arial" w:cs="Arial"/>
        <w:sz w:val="22"/>
        <w:szCs w:val="22"/>
      </w:rPr>
      <w:t xml:space="preserve">   </w:t>
    </w:r>
  </w:p>
  <w:p w14:paraId="5C260C8D" w14:textId="77777777" w:rsidR="0012699B" w:rsidRPr="005F1D25" w:rsidRDefault="0012699B" w:rsidP="005F1D25">
    <w:pPr>
      <w:pStyle w:val="Rodap"/>
      <w:jc w:val="center"/>
      <w:rPr>
        <w:rFonts w:ascii="Arial" w:hAnsi="Arial" w:cs="Arial"/>
        <w:sz w:val="22"/>
        <w:szCs w:val="22"/>
      </w:rPr>
    </w:pPr>
    <w:r w:rsidRPr="005F1D25">
      <w:rPr>
        <w:rFonts w:ascii="Arial" w:hAnsi="Arial" w:cs="Arial"/>
        <w:sz w:val="20"/>
        <w:szCs w:val="20"/>
      </w:rPr>
      <w:t xml:space="preserve">e-mail: </w:t>
    </w:r>
    <w:hyperlink r:id="rId1" w:history="1">
      <w:r w:rsidR="0096005B" w:rsidRPr="00E25621">
        <w:rPr>
          <w:rStyle w:val="Hyperlink"/>
          <w:rFonts w:ascii="Arial" w:hAnsi="Arial" w:cs="Arial"/>
          <w:sz w:val="20"/>
          <w:szCs w:val="20"/>
        </w:rPr>
        <w:t>floratiete@floratiete.org.br</w:t>
      </w:r>
    </w:hyperlink>
    <w:r w:rsidR="0096005B">
      <w:rPr>
        <w:rFonts w:ascii="Arial" w:hAnsi="Arial" w:cs="Arial"/>
        <w:sz w:val="22"/>
        <w:szCs w:val="22"/>
      </w:rPr>
      <w:t xml:space="preserve">     CNPJ. 51.109.635/0001-62    I.E. 521.034.140.112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0B9CF8" w14:textId="77777777" w:rsidR="005B6C93" w:rsidRDefault="005B6C93">
      <w:r>
        <w:separator/>
      </w:r>
    </w:p>
  </w:footnote>
  <w:footnote w:type="continuationSeparator" w:id="0">
    <w:p w14:paraId="50B06831" w14:textId="77777777" w:rsidR="005B6C93" w:rsidRDefault="005B6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73A33E" w14:textId="63C2F919" w:rsidR="0012699B" w:rsidRPr="005F1D25" w:rsidRDefault="009F3CCD">
    <w:pPr>
      <w:pStyle w:val="Cabealho"/>
      <w:rPr>
        <w:rFonts w:ascii="Arial" w:hAnsi="Arial" w:cs="Arial"/>
        <w:b/>
        <w:color w:val="008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6780097" wp14:editId="3585A977">
              <wp:simplePos x="0" y="0"/>
              <wp:positionH relativeFrom="column">
                <wp:posOffset>-226695</wp:posOffset>
              </wp:positionH>
              <wp:positionV relativeFrom="paragraph">
                <wp:posOffset>183515</wp:posOffset>
              </wp:positionV>
              <wp:extent cx="6804025" cy="0"/>
              <wp:effectExtent l="11430" t="12065" r="13970" b="16510"/>
              <wp:wrapNone/>
              <wp:docPr id="2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0402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69A42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7970D9" id="Line 5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14.45pt" to="517.9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" strokecolor="#069a42" strokeweight="1.5pt"/>
          </w:pict>
        </mc:Fallback>
      </mc:AlternateContent>
    </w:r>
    <w:r w:rsidR="00BB5A54">
      <w:rPr>
        <w:noProof/>
      </w:rPr>
      <w:drawing>
        <wp:anchor distT="0" distB="0" distL="114300" distR="114300" simplePos="0" relativeHeight="251657728" behindDoc="0" locked="0" layoutInCell="1" allowOverlap="1" wp14:anchorId="24BB8736" wp14:editId="493EDABD">
          <wp:simplePos x="0" y="0"/>
          <wp:positionH relativeFrom="column">
            <wp:posOffset>6515735</wp:posOffset>
          </wp:positionH>
          <wp:positionV relativeFrom="paragraph">
            <wp:posOffset>-549275</wp:posOffset>
          </wp:positionV>
          <wp:extent cx="3282950" cy="1641475"/>
          <wp:effectExtent l="19050" t="0" r="0" b="0"/>
          <wp:wrapNone/>
          <wp:docPr id="4" name="Imagem 4" descr="logomarca%20flora%20novo%20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marca%20flora%20novo%20jpe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2950" cy="164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2699B" w:rsidRPr="005F1D25">
      <w:rPr>
        <w:rFonts w:ascii="Arial" w:hAnsi="Arial" w:cs="Arial"/>
        <w:b/>
        <w:color w:val="008000"/>
      </w:rPr>
      <w:t>FLORA TIETÊ ASSOCIAÇÃO DE RECUPERAÇÃO FLORESTAL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B354D"/>
    <w:multiLevelType w:val="hybridMultilevel"/>
    <w:tmpl w:val="1D1E48B6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DDF377D"/>
    <w:multiLevelType w:val="hybridMultilevel"/>
    <w:tmpl w:val="09BA8DA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304770"/>
    <w:multiLevelType w:val="hybridMultilevel"/>
    <w:tmpl w:val="8766D37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>
      <o:colormru v:ext="edit" colors="#069a4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B54"/>
    <w:rsid w:val="00011AFF"/>
    <w:rsid w:val="000350A2"/>
    <w:rsid w:val="000815B8"/>
    <w:rsid w:val="00085339"/>
    <w:rsid w:val="00087038"/>
    <w:rsid w:val="000A754F"/>
    <w:rsid w:val="000B09B2"/>
    <w:rsid w:val="000B383D"/>
    <w:rsid w:val="000D36C2"/>
    <w:rsid w:val="000E3A34"/>
    <w:rsid w:val="0012699B"/>
    <w:rsid w:val="00130368"/>
    <w:rsid w:val="00156835"/>
    <w:rsid w:val="00176C59"/>
    <w:rsid w:val="00190B9A"/>
    <w:rsid w:val="001A71A4"/>
    <w:rsid w:val="001C7382"/>
    <w:rsid w:val="001E7FFE"/>
    <w:rsid w:val="00217E14"/>
    <w:rsid w:val="002266A0"/>
    <w:rsid w:val="00233D7A"/>
    <w:rsid w:val="00244A29"/>
    <w:rsid w:val="002634E7"/>
    <w:rsid w:val="002800DB"/>
    <w:rsid w:val="002B1A77"/>
    <w:rsid w:val="00300B54"/>
    <w:rsid w:val="0030627C"/>
    <w:rsid w:val="003144B4"/>
    <w:rsid w:val="0033041E"/>
    <w:rsid w:val="003650A9"/>
    <w:rsid w:val="00365DE1"/>
    <w:rsid w:val="003B4453"/>
    <w:rsid w:val="003C78CA"/>
    <w:rsid w:val="003C79EF"/>
    <w:rsid w:val="003E102D"/>
    <w:rsid w:val="003E580F"/>
    <w:rsid w:val="00421E4F"/>
    <w:rsid w:val="004264EF"/>
    <w:rsid w:val="00442335"/>
    <w:rsid w:val="00442A5E"/>
    <w:rsid w:val="0045261A"/>
    <w:rsid w:val="00454E33"/>
    <w:rsid w:val="00482C69"/>
    <w:rsid w:val="00493C68"/>
    <w:rsid w:val="004A2DEC"/>
    <w:rsid w:val="004A74F7"/>
    <w:rsid w:val="004B1142"/>
    <w:rsid w:val="004C0A76"/>
    <w:rsid w:val="004F4B07"/>
    <w:rsid w:val="00514E44"/>
    <w:rsid w:val="005510A9"/>
    <w:rsid w:val="005535C3"/>
    <w:rsid w:val="0057510B"/>
    <w:rsid w:val="005759AB"/>
    <w:rsid w:val="00581C72"/>
    <w:rsid w:val="005906D5"/>
    <w:rsid w:val="00590A06"/>
    <w:rsid w:val="005B68AB"/>
    <w:rsid w:val="005B6C93"/>
    <w:rsid w:val="005E27CF"/>
    <w:rsid w:val="005F1D25"/>
    <w:rsid w:val="0060582A"/>
    <w:rsid w:val="00611540"/>
    <w:rsid w:val="00632F66"/>
    <w:rsid w:val="006563EF"/>
    <w:rsid w:val="006569BE"/>
    <w:rsid w:val="00663160"/>
    <w:rsid w:val="006874D5"/>
    <w:rsid w:val="00690460"/>
    <w:rsid w:val="006A3285"/>
    <w:rsid w:val="006B265A"/>
    <w:rsid w:val="006D4F67"/>
    <w:rsid w:val="006F3A93"/>
    <w:rsid w:val="006F3D0C"/>
    <w:rsid w:val="00710A9D"/>
    <w:rsid w:val="00713693"/>
    <w:rsid w:val="007265D2"/>
    <w:rsid w:val="00753C3C"/>
    <w:rsid w:val="0078062B"/>
    <w:rsid w:val="00786C9D"/>
    <w:rsid w:val="00796408"/>
    <w:rsid w:val="007A7EA5"/>
    <w:rsid w:val="007E2491"/>
    <w:rsid w:val="007F7CD6"/>
    <w:rsid w:val="008171EB"/>
    <w:rsid w:val="00825B26"/>
    <w:rsid w:val="0084246B"/>
    <w:rsid w:val="00852B73"/>
    <w:rsid w:val="008B04E3"/>
    <w:rsid w:val="008B7E20"/>
    <w:rsid w:val="00901838"/>
    <w:rsid w:val="00902EBC"/>
    <w:rsid w:val="00931580"/>
    <w:rsid w:val="00946C76"/>
    <w:rsid w:val="0096005B"/>
    <w:rsid w:val="00960DA9"/>
    <w:rsid w:val="0096783E"/>
    <w:rsid w:val="00982B47"/>
    <w:rsid w:val="00984A24"/>
    <w:rsid w:val="0099089F"/>
    <w:rsid w:val="00993CED"/>
    <w:rsid w:val="00994690"/>
    <w:rsid w:val="00994946"/>
    <w:rsid w:val="009A33B6"/>
    <w:rsid w:val="009B6548"/>
    <w:rsid w:val="009B768E"/>
    <w:rsid w:val="009F0B66"/>
    <w:rsid w:val="009F3CCD"/>
    <w:rsid w:val="009F3F19"/>
    <w:rsid w:val="00A80B12"/>
    <w:rsid w:val="00A83AF0"/>
    <w:rsid w:val="00A9238A"/>
    <w:rsid w:val="00AB6246"/>
    <w:rsid w:val="00AD6FF3"/>
    <w:rsid w:val="00AF3375"/>
    <w:rsid w:val="00B06AB2"/>
    <w:rsid w:val="00B23842"/>
    <w:rsid w:val="00B46F0D"/>
    <w:rsid w:val="00B71F78"/>
    <w:rsid w:val="00B84B93"/>
    <w:rsid w:val="00BA322B"/>
    <w:rsid w:val="00BB48D1"/>
    <w:rsid w:val="00BB5A54"/>
    <w:rsid w:val="00BD6BAC"/>
    <w:rsid w:val="00BE15F2"/>
    <w:rsid w:val="00BE5FEE"/>
    <w:rsid w:val="00C010CC"/>
    <w:rsid w:val="00C0548E"/>
    <w:rsid w:val="00C43C4D"/>
    <w:rsid w:val="00C44527"/>
    <w:rsid w:val="00C5391F"/>
    <w:rsid w:val="00C65122"/>
    <w:rsid w:val="00C85044"/>
    <w:rsid w:val="00CB37DB"/>
    <w:rsid w:val="00CE17F5"/>
    <w:rsid w:val="00D049CA"/>
    <w:rsid w:val="00D16389"/>
    <w:rsid w:val="00D51DC8"/>
    <w:rsid w:val="00D704CC"/>
    <w:rsid w:val="00D75713"/>
    <w:rsid w:val="00DB2448"/>
    <w:rsid w:val="00DD5098"/>
    <w:rsid w:val="00DF3A13"/>
    <w:rsid w:val="00DF535A"/>
    <w:rsid w:val="00E01158"/>
    <w:rsid w:val="00E04984"/>
    <w:rsid w:val="00E11893"/>
    <w:rsid w:val="00E21D1A"/>
    <w:rsid w:val="00E350D3"/>
    <w:rsid w:val="00E510CD"/>
    <w:rsid w:val="00EE47A6"/>
    <w:rsid w:val="00EF26FC"/>
    <w:rsid w:val="00EF482D"/>
    <w:rsid w:val="00EF6991"/>
    <w:rsid w:val="00F22B11"/>
    <w:rsid w:val="00F26548"/>
    <w:rsid w:val="00F34236"/>
    <w:rsid w:val="00F52366"/>
    <w:rsid w:val="00F62699"/>
    <w:rsid w:val="00F800FA"/>
    <w:rsid w:val="00F9075D"/>
    <w:rsid w:val="00FB5A27"/>
    <w:rsid w:val="00FD08FF"/>
    <w:rsid w:val="00FD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69a42"/>
    </o:shapedefaults>
    <o:shapelayout v:ext="edit">
      <o:idmap v:ext="edit" data="1"/>
    </o:shapelayout>
  </w:shapeDefaults>
  <w:decimalSymbol w:val=","/>
  <w:listSeparator w:val=";"/>
  <w14:docId w14:val="3DED96A4"/>
  <w15:docId w15:val="{206B5392-82C9-464A-B095-6159C3492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044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5F1D25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5F1D25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rsid w:val="005F1D25"/>
    <w:rPr>
      <w:color w:val="0000FF"/>
      <w:u w:val="single"/>
    </w:rPr>
  </w:style>
  <w:style w:type="paragraph" w:styleId="Textodebalo">
    <w:name w:val="Balloon Text"/>
    <w:basedOn w:val="Normal"/>
    <w:semiHidden/>
    <w:rsid w:val="005F1D25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6F3A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4233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442335"/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4423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3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loratiete@floratiete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Fernando%20A.%20Buzetto\Dados%20de%20aplicativos\Microsoft\Modelos\Timbre%20Flora%20Tiet&#234;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404A7-E45B-4BA5-945D-50619E1CB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Timbre Flora Tietê</Template>
  <TotalTime>75</TotalTime>
  <Pages>1</Pages>
  <Words>427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Penápolis, 10 de agosto de 2004</vt:lpstr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Penápolis, 10 de agosto de 2004</dc:title>
  <dc:creator>Fernando A. Buzetto</dc:creator>
  <cp:lastModifiedBy>Juliano</cp:lastModifiedBy>
  <cp:revision>4</cp:revision>
  <cp:lastPrinted>2019-11-29T15:01:00Z</cp:lastPrinted>
  <dcterms:created xsi:type="dcterms:W3CDTF">2019-11-18T19:58:00Z</dcterms:created>
  <dcterms:modified xsi:type="dcterms:W3CDTF">2019-11-29T15:07:00Z</dcterms:modified>
</cp:coreProperties>
</file>